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EEB46CC" w14:textId="77777777" w:rsidTr="00F925CF">
        <w:trPr>
          <w:trHeight w:val="826"/>
        </w:trPr>
        <w:tc>
          <w:tcPr>
            <w:tcW w:w="10070" w:type="dxa"/>
            <w:shd w:val="clear" w:color="auto" w:fill="F26522" w:themeFill="accent1"/>
          </w:tcPr>
          <w:p w14:paraId="137A8920" w14:textId="20A9FDE4" w:rsidR="00EE54D4" w:rsidRPr="00EB32BB" w:rsidRDefault="00EE54D4" w:rsidP="00F925CF">
            <w:pPr>
              <w:pStyle w:val="BlockText"/>
              <w:spacing w:before="0" w:after="0" w:line="240" w:lineRule="auto"/>
              <w:rPr>
                <w:rFonts w:cs="Arial"/>
                <w:sz w:val="20"/>
                <w:szCs w:val="20"/>
              </w:rPr>
            </w:pPr>
            <w:commentRangeStart w:id="0"/>
            <w:r>
              <w:rPr>
                <w:rFonts w:cs="Arial"/>
                <w:b/>
                <w:sz w:val="28"/>
                <w:szCs w:val="28"/>
              </w:rPr>
              <w:t>CUSC Alternative Form</w:t>
            </w:r>
            <w:commentRangeEnd w:id="0"/>
            <w:r w:rsidR="00666CD4">
              <w:rPr>
                <w:rStyle w:val="CommentReference"/>
                <w:color w:val="auto"/>
              </w:rPr>
              <w:commentReference w:id="0"/>
            </w:r>
          </w:p>
        </w:tc>
      </w:tr>
      <w:tr w:rsidR="005C2D1D" w:rsidRPr="00EB32BB" w14:paraId="18ACFA02" w14:textId="77777777" w:rsidTr="00F925CF">
        <w:trPr>
          <w:trHeight w:val="2438"/>
        </w:trPr>
        <w:tc>
          <w:tcPr>
            <w:tcW w:w="10070" w:type="dxa"/>
            <w:shd w:val="clear" w:color="auto" w:fill="auto"/>
          </w:tcPr>
          <w:p w14:paraId="04D2B5D0" w14:textId="4F94F4AF" w:rsidR="005C2D1D" w:rsidRPr="00295110" w:rsidRDefault="005C2D1D" w:rsidP="00F925CF">
            <w:pPr>
              <w:spacing w:before="0" w:after="0"/>
              <w:rPr>
                <w:rFonts w:cs="Arial"/>
                <w:b/>
                <w:color w:val="F26522" w:themeColor="accent1"/>
                <w:sz w:val="56"/>
                <w:szCs w:val="56"/>
              </w:rPr>
            </w:pPr>
            <w:bookmarkStart w:id="1" w:name="_Hlk31877162"/>
            <w:commentRangeStart w:id="2"/>
            <w:r>
              <w:rPr>
                <w:rFonts w:cs="Arial"/>
                <w:b/>
                <w:color w:val="F26522" w:themeColor="accent1"/>
                <w:sz w:val="56"/>
                <w:szCs w:val="56"/>
              </w:rPr>
              <w:t>CMP</w:t>
            </w:r>
            <w:r w:rsidRPr="00295110">
              <w:rPr>
                <w:rFonts w:cs="Arial"/>
                <w:b/>
                <w:color w:val="F26522" w:themeColor="accent1"/>
                <w:sz w:val="56"/>
                <w:szCs w:val="56"/>
              </w:rPr>
              <w:t>XXX</w:t>
            </w:r>
            <w:r w:rsidR="00303CCE">
              <w:rPr>
                <w:rFonts w:cs="Arial"/>
                <w:b/>
                <w:color w:val="F26522" w:themeColor="accent1"/>
                <w:sz w:val="56"/>
                <w:szCs w:val="56"/>
              </w:rPr>
              <w:t xml:space="preserve"> Alternative</w:t>
            </w:r>
            <w:r w:rsidR="00292AF3">
              <w:rPr>
                <w:rFonts w:cs="Arial"/>
                <w:b/>
                <w:color w:val="F26522" w:themeColor="accent1"/>
                <w:sz w:val="56"/>
                <w:szCs w:val="56"/>
              </w:rPr>
              <w:t xml:space="preserve"> Request</w:t>
            </w:r>
            <w:r w:rsidR="00B13FAC">
              <w:rPr>
                <w:rFonts w:cs="Arial"/>
                <w:b/>
                <w:color w:val="F26522" w:themeColor="accent1"/>
                <w:sz w:val="56"/>
                <w:szCs w:val="56"/>
              </w:rPr>
              <w:t xml:space="preserve"> X</w:t>
            </w:r>
            <w:r w:rsidRPr="00295110">
              <w:rPr>
                <w:rFonts w:cs="Arial"/>
                <w:b/>
                <w:color w:val="F26522" w:themeColor="accent1"/>
                <w:sz w:val="56"/>
                <w:szCs w:val="56"/>
              </w:rPr>
              <w:t>:</w:t>
            </w:r>
            <w:commentRangeEnd w:id="2"/>
            <w:r w:rsidR="002D20B5">
              <w:rPr>
                <w:rStyle w:val="CommentReference"/>
              </w:rPr>
              <w:commentReference w:id="2"/>
            </w:r>
          </w:p>
          <w:p w14:paraId="22959001" w14:textId="77777777" w:rsidR="005C2D1D" w:rsidRPr="00295110" w:rsidRDefault="005C2D1D" w:rsidP="00F925CF">
            <w:pPr>
              <w:spacing w:before="0" w:after="240"/>
              <w:rPr>
                <w:rFonts w:cs="Arial"/>
                <w:b/>
                <w:color w:val="F26522" w:themeColor="accent1"/>
                <w:sz w:val="44"/>
                <w:szCs w:val="44"/>
              </w:rPr>
            </w:pPr>
            <w:r>
              <w:rPr>
                <w:rFonts w:cs="Arial"/>
                <w:b/>
                <w:color w:val="F26522" w:themeColor="accent1"/>
                <w:sz w:val="44"/>
                <w:szCs w:val="44"/>
              </w:rPr>
              <w:t>[Insert modification title]</w:t>
            </w:r>
          </w:p>
          <w:bookmarkEnd w:id="1"/>
          <w:p w14:paraId="35ABBE36" w14:textId="7283246D" w:rsidR="005C2D1D" w:rsidRPr="00A6159E" w:rsidRDefault="005C2D1D" w:rsidP="00F925CF">
            <w:pPr>
              <w:spacing w:before="0" w:after="0" w:line="240" w:lineRule="auto"/>
              <w:rPr>
                <w:rFonts w:cs="Arial"/>
                <w:b/>
                <w:color w:val="F26522" w:themeColor="accent1"/>
                <w:sz w:val="24"/>
                <w:szCs w:val="20"/>
              </w:rPr>
            </w:pPr>
          </w:p>
        </w:tc>
      </w:tr>
      <w:tr w:rsidR="00DB447A" w:rsidRPr="00EB32BB" w14:paraId="76F94904" w14:textId="77777777" w:rsidTr="00164E49">
        <w:trPr>
          <w:trHeight w:val="817"/>
        </w:trPr>
        <w:tc>
          <w:tcPr>
            <w:tcW w:w="10070" w:type="dxa"/>
            <w:shd w:val="clear" w:color="auto" w:fill="auto"/>
          </w:tcPr>
          <w:p w14:paraId="3EFFD0C7" w14:textId="7F4FF019" w:rsidR="00DB447A" w:rsidRPr="00A02D8E" w:rsidRDefault="00D44E46" w:rsidP="00F925CF">
            <w:pPr>
              <w:pStyle w:val="BodyText2"/>
              <w:spacing w:before="0" w:after="0"/>
              <w:rPr>
                <w:rFonts w:cs="Arial"/>
                <w:b/>
                <w:bCs/>
                <w:sz w:val="24"/>
              </w:rPr>
            </w:pPr>
            <w:r>
              <w:rPr>
                <w:rFonts w:cs="Arial"/>
                <w:b/>
                <w:bCs/>
                <w:sz w:val="24"/>
              </w:rPr>
              <w:t>Overview</w:t>
            </w:r>
            <w:r w:rsidR="00DB447A" w:rsidRPr="6DC9E538">
              <w:rPr>
                <w:rFonts w:cs="Arial"/>
                <w:b/>
                <w:bCs/>
                <w:sz w:val="24"/>
              </w:rPr>
              <w:t>:</w:t>
            </w:r>
            <w:r w:rsidR="00BD0AB5" w:rsidRPr="006634D7">
              <w:rPr>
                <w:rFonts w:cs="Arial"/>
                <w:sz w:val="24"/>
              </w:rPr>
              <w:t xml:space="preserve"> </w:t>
            </w:r>
            <w:r w:rsidR="005F5C57">
              <w:rPr>
                <w:rFonts w:cs="Arial"/>
                <w:sz w:val="24"/>
              </w:rPr>
              <w:t>[</w:t>
            </w:r>
            <w:r w:rsidR="005F386B">
              <w:rPr>
                <w:rFonts w:cs="Arial"/>
                <w:sz w:val="24"/>
              </w:rPr>
              <w:t xml:space="preserve">Insert a summary of the proposed </w:t>
            </w:r>
            <w:r w:rsidR="005F5C57">
              <w:rPr>
                <w:rFonts w:cs="Arial"/>
                <w:sz w:val="24"/>
              </w:rPr>
              <w:t>alternative</w:t>
            </w:r>
            <w:r w:rsidR="005F386B">
              <w:rPr>
                <w:rFonts w:cs="Arial"/>
                <w:sz w:val="24"/>
              </w:rPr>
              <w:t xml:space="preserve">. </w:t>
            </w:r>
            <w:r w:rsidR="00A5670B" w:rsidRPr="00A5670B">
              <w:rPr>
                <w:rFonts w:cs="Arial"/>
                <w:sz w:val="24"/>
              </w:rPr>
              <w:t>What are the main differences between this alternative and the original solution</w:t>
            </w:r>
            <w:r w:rsidR="005F386B">
              <w:rPr>
                <w:rFonts w:cs="Arial"/>
                <w:sz w:val="24"/>
              </w:rPr>
              <w:t>?</w:t>
            </w:r>
            <w:r w:rsidR="005F5C57">
              <w:rPr>
                <w:rFonts w:cs="Arial"/>
                <w:sz w:val="24"/>
              </w:rPr>
              <w:t>].</w:t>
            </w:r>
          </w:p>
        </w:tc>
      </w:tr>
      <w:tr w:rsidR="00DF3A58" w:rsidRPr="00EB32BB" w14:paraId="44B10B38" w14:textId="77777777" w:rsidTr="00164E49">
        <w:trPr>
          <w:trHeight w:val="575"/>
        </w:trPr>
        <w:tc>
          <w:tcPr>
            <w:tcW w:w="10070" w:type="dxa"/>
            <w:shd w:val="clear" w:color="auto" w:fill="auto"/>
          </w:tcPr>
          <w:p w14:paraId="289C849C" w14:textId="6DE0E3BA" w:rsidR="00DF3A58" w:rsidRDefault="00343B5F" w:rsidP="00F925CF">
            <w:pPr>
              <w:pStyle w:val="BodyText2"/>
              <w:spacing w:before="0"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sidR="00E23927">
              <w:rPr>
                <w:rFonts w:cs="Arial"/>
                <w:sz w:val="24"/>
              </w:rPr>
              <w:t>[Name, Organisation]</w:t>
            </w:r>
          </w:p>
          <w:p w14:paraId="3CAFF0AE" w14:textId="2F609E0F" w:rsidR="00E23927" w:rsidRDefault="00E23927" w:rsidP="00F925CF">
            <w:pPr>
              <w:pStyle w:val="BodyText2"/>
              <w:spacing w:before="0" w:after="0"/>
              <w:rPr>
                <w:rFonts w:cs="Arial"/>
                <w:b/>
                <w:bCs/>
                <w:sz w:val="24"/>
              </w:rPr>
            </w:pPr>
          </w:p>
        </w:tc>
      </w:tr>
      <w:tr w:rsidR="00AC298B" w:rsidRPr="00EB32BB" w14:paraId="6A8E329E" w14:textId="77777777" w:rsidTr="00AC298B">
        <w:trPr>
          <w:trHeight w:val="631"/>
        </w:trPr>
        <w:tc>
          <w:tcPr>
            <w:tcW w:w="10070" w:type="dxa"/>
            <w:tcBorders>
              <w:left w:val="single" w:sz="4" w:space="0" w:color="FFFFFF" w:themeColor="background1"/>
              <w:right w:val="single" w:sz="4" w:space="0" w:color="FFFFFF" w:themeColor="background1"/>
            </w:tcBorders>
            <w:shd w:val="clear" w:color="auto" w:fill="auto"/>
          </w:tcPr>
          <w:p w14:paraId="545F640D" w14:textId="77777777" w:rsidR="00AC298B" w:rsidRDefault="00AC298B" w:rsidP="00F925CF">
            <w:pPr>
              <w:pStyle w:val="BodyText2"/>
              <w:spacing w:before="0" w:after="0"/>
              <w:rPr>
                <w:rFonts w:cs="Arial"/>
                <w:b/>
                <w:bCs/>
                <w:sz w:val="24"/>
              </w:rPr>
            </w:pPr>
          </w:p>
        </w:tc>
      </w:tr>
      <w:tr w:rsidR="001C12B3" w:rsidRPr="00EB32BB" w14:paraId="063E7DF3" w14:textId="77777777" w:rsidTr="00FB2FB5">
        <w:trPr>
          <w:trHeight w:val="444"/>
        </w:trPr>
        <w:tc>
          <w:tcPr>
            <w:tcW w:w="10070" w:type="dxa"/>
            <w:shd w:val="clear" w:color="auto" w:fill="F26522" w:themeFill="accent1"/>
          </w:tcPr>
          <w:p w14:paraId="21F9C670" w14:textId="707FA160" w:rsidR="001C12B3" w:rsidRPr="00AC298B" w:rsidRDefault="001C12B3" w:rsidP="00F925CF">
            <w:pPr>
              <w:pStyle w:val="BodyText2"/>
              <w:spacing w:before="0" w:after="0"/>
              <w:rPr>
                <w:rFonts w:cs="Arial"/>
                <w:b/>
                <w:bCs/>
                <w:color w:val="F26522" w:themeColor="accent1"/>
                <w:sz w:val="24"/>
              </w:rPr>
            </w:pPr>
            <w:commentRangeStart w:id="3"/>
            <w:r w:rsidRPr="00FB2FB5">
              <w:rPr>
                <w:rFonts w:cs="Arial"/>
                <w:b/>
                <w:bCs/>
                <w:color w:val="FFFFFF" w:themeColor="background1"/>
                <w:sz w:val="24"/>
              </w:rPr>
              <w:t>Guidance</w:t>
            </w:r>
            <w:commentRangeEnd w:id="3"/>
            <w:r w:rsidR="00927745">
              <w:rPr>
                <w:rStyle w:val="CommentReference"/>
              </w:rPr>
              <w:commentReference w:id="3"/>
            </w:r>
            <w:r w:rsidRPr="00FB2FB5">
              <w:rPr>
                <w:rFonts w:cs="Arial"/>
                <w:b/>
                <w:bCs/>
                <w:color w:val="FFFFFF" w:themeColor="background1"/>
                <w:sz w:val="24"/>
              </w:rPr>
              <w:t xml:space="preserve"> for Alternative Proposers</w:t>
            </w:r>
          </w:p>
        </w:tc>
      </w:tr>
      <w:tr w:rsidR="00AC298B" w:rsidRPr="00EB32BB" w14:paraId="16713EBA" w14:textId="77777777" w:rsidTr="00E72D99">
        <w:trPr>
          <w:trHeight w:val="2570"/>
        </w:trPr>
        <w:tc>
          <w:tcPr>
            <w:tcW w:w="10070" w:type="dxa"/>
            <w:shd w:val="clear" w:color="auto" w:fill="auto"/>
          </w:tcPr>
          <w:p w14:paraId="39C67584" w14:textId="0317FEF2" w:rsidR="00AC298B" w:rsidRDefault="00554EB1" w:rsidP="00F925CF">
            <w:pPr>
              <w:pStyle w:val="BodyText2"/>
              <w:spacing w:before="0" w:after="0"/>
              <w:rPr>
                <w:rFonts w:cs="Arial"/>
                <w:bCs/>
                <w:color w:val="F26522" w:themeColor="accent1"/>
                <w:sz w:val="24"/>
              </w:rPr>
            </w:pPr>
            <w:r w:rsidRPr="00554EB1">
              <w:rPr>
                <w:rFonts w:cs="Arial"/>
                <w:b/>
                <w:bCs/>
                <w:color w:val="F26522" w:themeColor="accent1"/>
                <w:sz w:val="24"/>
              </w:rPr>
              <w:t>Who can raise an Alternative?</w:t>
            </w:r>
            <w:r>
              <w:rPr>
                <w:rFonts w:cs="Arial"/>
                <w:bCs/>
                <w:color w:val="F26522" w:themeColor="accent1"/>
                <w:sz w:val="24"/>
              </w:rPr>
              <w:t xml:space="preserve"> </w:t>
            </w:r>
            <w:r w:rsidR="006905A7">
              <w:rPr>
                <w:rFonts w:cs="Arial"/>
                <w:bCs/>
                <w:color w:val="F26522" w:themeColor="accent1"/>
                <w:sz w:val="24"/>
              </w:rPr>
              <w:t>Any CUSC</w:t>
            </w:r>
            <w:r w:rsidR="004B39ED">
              <w:rPr>
                <w:rFonts w:cs="Arial"/>
                <w:bCs/>
                <w:color w:val="F26522" w:themeColor="accent1"/>
                <w:sz w:val="24"/>
              </w:rPr>
              <w:t xml:space="preserve"> or BSC Party, or Citizens Advice can raise a</w:t>
            </w:r>
            <w:r w:rsidR="00157AF1">
              <w:rPr>
                <w:rFonts w:cs="Arial"/>
                <w:bCs/>
                <w:color w:val="F26522" w:themeColor="accent1"/>
                <w:sz w:val="24"/>
              </w:rPr>
              <w:t>n Alternative Request in response to th</w:t>
            </w:r>
            <w:r w:rsidR="00D65377">
              <w:rPr>
                <w:rFonts w:cs="Arial"/>
                <w:bCs/>
                <w:color w:val="F26522" w:themeColor="accent1"/>
                <w:sz w:val="24"/>
              </w:rPr>
              <w:t>e</w:t>
            </w:r>
            <w:r w:rsidR="00157AF1">
              <w:rPr>
                <w:rFonts w:cs="Arial"/>
                <w:bCs/>
                <w:color w:val="F26522" w:themeColor="accent1"/>
                <w:sz w:val="24"/>
              </w:rPr>
              <w:t xml:space="preserve"> Workgroup Consultation.</w:t>
            </w:r>
          </w:p>
          <w:p w14:paraId="61F5F506" w14:textId="77777777" w:rsidR="00FB2FB5" w:rsidRDefault="00FB2FB5" w:rsidP="00F925CF">
            <w:pPr>
              <w:pStyle w:val="BodyText2"/>
              <w:spacing w:before="0" w:after="0"/>
              <w:rPr>
                <w:rFonts w:cs="Arial"/>
                <w:bCs/>
                <w:color w:val="F26522" w:themeColor="accent1"/>
                <w:sz w:val="24"/>
              </w:rPr>
            </w:pPr>
          </w:p>
          <w:p w14:paraId="6133634A" w14:textId="73C89A26" w:rsidR="00E72D99" w:rsidRDefault="00FB2FB5" w:rsidP="00785606">
            <w:pPr>
              <w:pStyle w:val="BodyText2"/>
              <w:spacing w:before="0" w:after="0"/>
              <w:rPr>
                <w:rFonts w:cs="Arial"/>
                <w:bCs/>
                <w:color w:val="F26522" w:themeColor="accent1"/>
                <w:sz w:val="24"/>
              </w:rPr>
            </w:pPr>
            <w:r>
              <w:rPr>
                <w:rFonts w:cs="Arial"/>
                <w:b/>
                <w:bCs/>
                <w:color w:val="F26522" w:themeColor="accent1"/>
                <w:sz w:val="24"/>
              </w:rPr>
              <w:t>How do</w:t>
            </w:r>
            <w:r w:rsidR="00B002F2" w:rsidRPr="00554EB1">
              <w:rPr>
                <w:rFonts w:cs="Arial"/>
                <w:b/>
                <w:bCs/>
                <w:color w:val="F26522" w:themeColor="accent1"/>
                <w:sz w:val="24"/>
              </w:rPr>
              <w:t xml:space="preserve"> Alternative Requests</w:t>
            </w:r>
            <w:r>
              <w:rPr>
                <w:rFonts w:cs="Arial"/>
                <w:b/>
                <w:bCs/>
                <w:color w:val="F26522" w:themeColor="accent1"/>
                <w:sz w:val="24"/>
              </w:rPr>
              <w:t xml:space="preserve"> become</w:t>
            </w:r>
            <w:r w:rsidR="00CD6A8D">
              <w:rPr>
                <w:rFonts w:cs="Arial"/>
                <w:b/>
                <w:bCs/>
                <w:color w:val="F26522" w:themeColor="accent1"/>
                <w:sz w:val="24"/>
              </w:rPr>
              <w:t xml:space="preserve"> formal Workgroup Alternative Modifications?</w:t>
            </w:r>
            <w:r w:rsidR="002C2626">
              <w:rPr>
                <w:rFonts w:cs="Arial"/>
                <w:bCs/>
                <w:color w:val="F26522" w:themeColor="accent1"/>
                <w:sz w:val="24"/>
              </w:rPr>
              <w:t xml:space="preserve"> </w:t>
            </w:r>
            <w:r w:rsidR="00CD6A8D">
              <w:rPr>
                <w:rFonts w:cs="Arial"/>
                <w:bCs/>
                <w:color w:val="F26522" w:themeColor="accent1"/>
                <w:sz w:val="24"/>
              </w:rPr>
              <w:t xml:space="preserve">The Workgroup will carry out a Vote on Alternatives Requests. </w:t>
            </w:r>
            <w:r w:rsidR="002C2626" w:rsidRPr="002C2626">
              <w:rPr>
                <w:rFonts w:cs="Arial"/>
                <w:bCs/>
                <w:color w:val="F26522" w:themeColor="accent1"/>
                <w:sz w:val="24"/>
              </w:rPr>
              <w:t xml:space="preserve">If </w:t>
            </w:r>
            <w:proofErr w:type="gramStart"/>
            <w:r w:rsidR="001D435D">
              <w:rPr>
                <w:rFonts w:cs="Arial"/>
                <w:bCs/>
                <w:color w:val="F26522" w:themeColor="accent1"/>
                <w:sz w:val="24"/>
              </w:rPr>
              <w:t>the</w:t>
            </w:r>
            <w:r w:rsidR="002C2626" w:rsidRPr="002C2626">
              <w:rPr>
                <w:rFonts w:cs="Arial"/>
                <w:bCs/>
                <w:color w:val="F26522" w:themeColor="accent1"/>
                <w:sz w:val="24"/>
              </w:rPr>
              <w:t xml:space="preserve"> majority of</w:t>
            </w:r>
            <w:proofErr w:type="gramEnd"/>
            <w:r w:rsidR="002C2626" w:rsidRPr="002C2626">
              <w:rPr>
                <w:rFonts w:cs="Arial"/>
                <w:bCs/>
                <w:color w:val="F26522" w:themeColor="accent1"/>
                <w:sz w:val="24"/>
              </w:rPr>
              <w:t xml:space="preserve"> the Workgroup</w:t>
            </w:r>
            <w:r w:rsidR="006908DC">
              <w:rPr>
                <w:rFonts w:cs="Arial"/>
                <w:bCs/>
                <w:color w:val="F26522" w:themeColor="accent1"/>
                <w:sz w:val="24"/>
              </w:rPr>
              <w:t xml:space="preserve"> members</w:t>
            </w:r>
            <w:r w:rsidR="002C2626" w:rsidRPr="002C2626">
              <w:rPr>
                <w:rFonts w:cs="Arial"/>
                <w:bCs/>
                <w:color w:val="F26522" w:themeColor="accent1"/>
                <w:sz w:val="24"/>
              </w:rPr>
              <w:t xml:space="preserve"> or the </w:t>
            </w:r>
            <w:r w:rsidR="006908DC">
              <w:rPr>
                <w:rFonts w:cs="Arial"/>
                <w:bCs/>
                <w:color w:val="F26522" w:themeColor="accent1"/>
                <w:sz w:val="24"/>
              </w:rPr>
              <w:t xml:space="preserve">Workgroup </w:t>
            </w:r>
            <w:r w:rsidR="001D435D">
              <w:rPr>
                <w:rFonts w:cs="Arial"/>
                <w:bCs/>
                <w:color w:val="F26522" w:themeColor="accent1"/>
                <w:sz w:val="24"/>
              </w:rPr>
              <w:t>C</w:t>
            </w:r>
            <w:r w:rsidR="002C2626" w:rsidRPr="002C2626">
              <w:rPr>
                <w:rFonts w:cs="Arial"/>
                <w:bCs/>
                <w:color w:val="F26522" w:themeColor="accent1"/>
                <w:sz w:val="24"/>
              </w:rPr>
              <w:t>hair believe the Alternative Request</w:t>
            </w:r>
            <w:r w:rsidR="002C2626">
              <w:rPr>
                <w:rFonts w:cs="Arial"/>
                <w:bCs/>
                <w:color w:val="F26522" w:themeColor="accent1"/>
                <w:sz w:val="24"/>
              </w:rPr>
              <w:t xml:space="preserve"> </w:t>
            </w:r>
            <w:r w:rsidR="002C2626" w:rsidRPr="002C2626">
              <w:rPr>
                <w:rFonts w:cs="Arial"/>
                <w:bCs/>
                <w:color w:val="F26522" w:themeColor="accent1"/>
                <w:sz w:val="24"/>
              </w:rPr>
              <w:t>will better facilitate the Applicable Objectives than the current version</w:t>
            </w:r>
            <w:r w:rsidR="00785606">
              <w:rPr>
                <w:rFonts w:cs="Arial"/>
                <w:bCs/>
                <w:color w:val="F26522" w:themeColor="accent1"/>
                <w:sz w:val="24"/>
              </w:rPr>
              <w:t xml:space="preserve"> </w:t>
            </w:r>
            <w:r w:rsidR="002C2626" w:rsidRPr="002C2626">
              <w:rPr>
                <w:rFonts w:cs="Arial"/>
                <w:bCs/>
                <w:color w:val="F26522" w:themeColor="accent1"/>
                <w:sz w:val="24"/>
              </w:rPr>
              <w:t>of the C</w:t>
            </w:r>
            <w:r w:rsidR="00785606">
              <w:rPr>
                <w:rFonts w:cs="Arial"/>
                <w:bCs/>
                <w:color w:val="F26522" w:themeColor="accent1"/>
                <w:sz w:val="24"/>
              </w:rPr>
              <w:t>ode</w:t>
            </w:r>
            <w:r w:rsidR="002C2626" w:rsidRPr="002C2626">
              <w:rPr>
                <w:rFonts w:cs="Arial"/>
                <w:bCs/>
                <w:color w:val="F26522" w:themeColor="accent1"/>
                <w:sz w:val="24"/>
              </w:rPr>
              <w:t xml:space="preserve">, the Workgroup </w:t>
            </w:r>
            <w:r w:rsidR="001D435D">
              <w:rPr>
                <w:rFonts w:cs="Arial"/>
                <w:bCs/>
                <w:color w:val="F26522" w:themeColor="accent1"/>
                <w:sz w:val="24"/>
              </w:rPr>
              <w:t>wil</w:t>
            </w:r>
            <w:r w:rsidR="002C2626" w:rsidRPr="002C2626">
              <w:rPr>
                <w:rFonts w:cs="Arial"/>
                <w:bCs/>
                <w:color w:val="F26522" w:themeColor="accent1"/>
                <w:sz w:val="24"/>
              </w:rPr>
              <w:t>l develop it as a Workgroup Alternative Modification</w:t>
            </w:r>
            <w:r w:rsidR="00554EB1">
              <w:rPr>
                <w:rFonts w:cs="Arial"/>
                <w:bCs/>
                <w:color w:val="F26522" w:themeColor="accent1"/>
                <w:sz w:val="24"/>
              </w:rPr>
              <w:t>.</w:t>
            </w:r>
          </w:p>
          <w:p w14:paraId="48678200" w14:textId="77777777" w:rsidR="00FB2FB5" w:rsidRDefault="00FB2FB5" w:rsidP="00785606">
            <w:pPr>
              <w:pStyle w:val="BodyText2"/>
              <w:spacing w:before="0" w:after="0"/>
              <w:rPr>
                <w:rFonts w:cs="Arial"/>
                <w:bCs/>
                <w:color w:val="F26522" w:themeColor="accent1"/>
                <w:sz w:val="24"/>
              </w:rPr>
            </w:pPr>
          </w:p>
          <w:p w14:paraId="75DF66A2" w14:textId="4229FBDE" w:rsidR="005A734D" w:rsidRPr="005A734D" w:rsidRDefault="00086811" w:rsidP="00785606">
            <w:pPr>
              <w:pStyle w:val="BodyText2"/>
              <w:spacing w:before="0" w:after="0"/>
              <w:rPr>
                <w:rFonts w:cs="Arial"/>
                <w:bCs/>
                <w:color w:val="F26522" w:themeColor="accent1"/>
                <w:sz w:val="24"/>
              </w:rPr>
            </w:pPr>
            <w:r>
              <w:rPr>
                <w:rFonts w:cs="Arial"/>
                <w:b/>
                <w:bCs/>
                <w:color w:val="F26522" w:themeColor="accent1"/>
                <w:sz w:val="24"/>
              </w:rPr>
              <w:t xml:space="preserve">Who develops the </w:t>
            </w:r>
            <w:r w:rsidR="00C26C38">
              <w:rPr>
                <w:rFonts w:cs="Arial"/>
                <w:b/>
                <w:bCs/>
                <w:color w:val="F26522" w:themeColor="accent1"/>
                <w:sz w:val="24"/>
              </w:rPr>
              <w:t>l</w:t>
            </w:r>
            <w:r w:rsidR="005A734D" w:rsidRPr="005A734D">
              <w:rPr>
                <w:rFonts w:cs="Arial"/>
                <w:b/>
                <w:bCs/>
                <w:color w:val="F26522" w:themeColor="accent1"/>
                <w:sz w:val="24"/>
              </w:rPr>
              <w:t>egal text</w:t>
            </w:r>
            <w:r>
              <w:rPr>
                <w:rFonts w:cs="Arial"/>
                <w:b/>
                <w:bCs/>
                <w:color w:val="F26522" w:themeColor="accent1"/>
                <w:sz w:val="24"/>
              </w:rPr>
              <w:t xml:space="preserve"> for Alternatives?</w:t>
            </w:r>
            <w:r w:rsidR="005A734D" w:rsidRPr="005A734D">
              <w:rPr>
                <w:rFonts w:cs="Arial"/>
                <w:b/>
                <w:bCs/>
                <w:color w:val="F26522" w:themeColor="accent1"/>
                <w:sz w:val="24"/>
              </w:rPr>
              <w:t xml:space="preserve"> </w:t>
            </w:r>
            <w:r w:rsidR="005A734D">
              <w:rPr>
                <w:rFonts w:cs="Arial"/>
                <w:bCs/>
                <w:color w:val="F26522" w:themeColor="accent1"/>
                <w:sz w:val="24"/>
              </w:rPr>
              <w:t>ESO will develop the Legal text for all Workgroup</w:t>
            </w:r>
            <w:r w:rsidR="00BE4871">
              <w:rPr>
                <w:rFonts w:cs="Arial"/>
                <w:bCs/>
                <w:color w:val="F26522" w:themeColor="accent1"/>
                <w:sz w:val="24"/>
              </w:rPr>
              <w:t xml:space="preserve"> Alternative </w:t>
            </w:r>
            <w:r w:rsidR="00FB2FB5">
              <w:rPr>
                <w:rFonts w:cs="Arial"/>
                <w:bCs/>
                <w:color w:val="F26522" w:themeColor="accent1"/>
                <w:sz w:val="24"/>
              </w:rPr>
              <w:t>Modifications and</w:t>
            </w:r>
            <w:r>
              <w:rPr>
                <w:rFonts w:cs="Arial"/>
                <w:bCs/>
                <w:color w:val="F26522" w:themeColor="accent1"/>
                <w:sz w:val="24"/>
              </w:rPr>
              <w:t xml:space="preserve"> will liaise with the Alternative Proposer to do so.</w:t>
            </w:r>
          </w:p>
        </w:tc>
      </w:tr>
    </w:tbl>
    <w:p w14:paraId="7D2164F8" w14:textId="5D8E032A" w:rsidR="00250A22" w:rsidRDefault="00250A22">
      <w:pPr>
        <w:spacing w:before="0" w:after="160" w:line="259" w:lineRule="auto"/>
        <w:rPr>
          <w:rFonts w:cs="Arial"/>
          <w:b/>
          <w:bCs/>
          <w:color w:val="FFFFFF" w:themeColor="background1"/>
          <w:kern w:val="32"/>
          <w:sz w:val="28"/>
          <w:szCs w:val="32"/>
        </w:rPr>
      </w:pPr>
      <w:bookmarkStart w:id="4" w:name="_Executive_Summary"/>
      <w:bookmarkStart w:id="5" w:name="_Workgroup_Consultation_Introduction"/>
      <w:bookmarkEnd w:id="4"/>
      <w:bookmarkEnd w:id="5"/>
    </w:p>
    <w:p w14:paraId="41279394" w14:textId="75AFC639" w:rsidR="0004551F" w:rsidRDefault="0004551F">
      <w:pPr>
        <w:spacing w:before="0" w:after="160" w:line="259" w:lineRule="auto"/>
        <w:rPr>
          <w:rFonts w:cs="Arial"/>
          <w:b/>
          <w:bCs/>
          <w:color w:val="FFFFFF" w:themeColor="background1"/>
          <w:kern w:val="32"/>
          <w:sz w:val="28"/>
          <w:szCs w:val="32"/>
        </w:rPr>
      </w:pPr>
    </w:p>
    <w:p w14:paraId="0E57795D" w14:textId="77777777" w:rsidR="00DB4D96" w:rsidRDefault="00DB4D96">
      <w:pPr>
        <w:spacing w:before="0" w:after="160" w:line="259" w:lineRule="auto"/>
        <w:rPr>
          <w:rFonts w:cs="Arial"/>
          <w:b/>
          <w:bCs/>
          <w:color w:val="FFFFFF" w:themeColor="background1"/>
          <w:kern w:val="32"/>
          <w:sz w:val="28"/>
          <w:szCs w:val="32"/>
        </w:rPr>
      </w:pPr>
      <w:r>
        <w:br w:type="page"/>
      </w:r>
    </w:p>
    <w:p w14:paraId="052B8006" w14:textId="41AC697B" w:rsidR="003C5A93" w:rsidRDefault="00250A22" w:rsidP="00F17B86">
      <w:pPr>
        <w:pStyle w:val="Checklist"/>
      </w:pPr>
      <w:r>
        <w:lastRenderedPageBreak/>
        <w:t>Contents</w:t>
      </w:r>
    </w:p>
    <w:p w14:paraId="204615C6" w14:textId="4AB1194F" w:rsidR="00E83167" w:rsidRDefault="00E83167" w:rsidP="00E83167">
      <w:pPr>
        <w:pStyle w:val="TOCMOD"/>
        <w:framePr w:hSpace="0" w:vSpace="0" w:wrap="auto" w:vAnchor="margin" w:yAlign="inline"/>
        <w:numPr>
          <w:ilvl w:val="0"/>
          <w:numId w:val="6"/>
        </w:numPr>
        <w:rPr>
          <w:rFonts w:cs="Arial"/>
          <w:color w:val="5BCBF5" w:themeColor="accent3"/>
        </w:rPr>
      </w:pPr>
      <w:r w:rsidRPr="008F0CAC">
        <w:rPr>
          <w:rFonts w:cs="Arial"/>
          <w:color w:val="5BCBF5" w:themeColor="accent3"/>
        </w:rPr>
        <w:t xml:space="preserve">What is the </w:t>
      </w:r>
      <w:r w:rsidR="002A07AF">
        <w:rPr>
          <w:rFonts w:cs="Arial"/>
          <w:color w:val="5BCBF5" w:themeColor="accent3"/>
        </w:rPr>
        <w:t xml:space="preserve">proposed alternative </w:t>
      </w:r>
      <w:r w:rsidRPr="008F0CAC">
        <w:rPr>
          <w:rFonts w:cs="Arial"/>
          <w:color w:val="5BCBF5" w:themeColor="accent3"/>
        </w:rPr>
        <w:t>solution?</w:t>
      </w:r>
    </w:p>
    <w:p w14:paraId="0724B775" w14:textId="06F673C9" w:rsidR="00777B44" w:rsidRDefault="00777B44" w:rsidP="00777B44">
      <w:pPr>
        <w:pStyle w:val="TOCMOD"/>
        <w:framePr w:hSpace="0" w:vSpace="0" w:wrap="auto" w:vAnchor="margin" w:yAlign="inline"/>
        <w:numPr>
          <w:ilvl w:val="1"/>
          <w:numId w:val="6"/>
        </w:numPr>
        <w:rPr>
          <w:rFonts w:cs="Arial"/>
          <w:b w:val="0"/>
          <w:color w:val="auto"/>
        </w:rPr>
      </w:pPr>
      <w:r w:rsidRPr="00777B44">
        <w:rPr>
          <w:rFonts w:cs="Arial"/>
          <w:b w:val="0"/>
          <w:color w:val="auto"/>
        </w:rPr>
        <w:t xml:space="preserve">Difference between this and the </w:t>
      </w:r>
      <w:r>
        <w:rPr>
          <w:rFonts w:cs="Arial"/>
          <w:b w:val="0"/>
          <w:color w:val="auto"/>
        </w:rPr>
        <w:t>O</w:t>
      </w:r>
      <w:r w:rsidRPr="00777B44">
        <w:rPr>
          <w:rFonts w:cs="Arial"/>
          <w:b w:val="0"/>
          <w:color w:val="auto"/>
        </w:rPr>
        <w:t xml:space="preserve">riginal </w:t>
      </w:r>
      <w:r>
        <w:rPr>
          <w:rFonts w:cs="Arial"/>
          <w:b w:val="0"/>
          <w:color w:val="auto"/>
        </w:rPr>
        <w:t>P</w:t>
      </w:r>
      <w:r w:rsidRPr="00777B44">
        <w:rPr>
          <w:rFonts w:cs="Arial"/>
          <w:b w:val="0"/>
          <w:color w:val="auto"/>
        </w:rPr>
        <w:t>roposal</w:t>
      </w:r>
    </w:p>
    <w:p w14:paraId="3BBE1BAE" w14:textId="77777777" w:rsidR="00E83167" w:rsidRPr="00ED0188" w:rsidRDefault="00E83167" w:rsidP="00E83167">
      <w:pPr>
        <w:pStyle w:val="TOCMOD"/>
        <w:framePr w:hSpace="0" w:vSpace="0" w:wrap="auto" w:vAnchor="margin" w:yAlign="inline"/>
        <w:numPr>
          <w:ilvl w:val="0"/>
          <w:numId w:val="6"/>
        </w:numPr>
        <w:rPr>
          <w:rFonts w:cs="Arial"/>
          <w:color w:val="0079C1" w:themeColor="accent2"/>
        </w:rPr>
      </w:pPr>
      <w:r>
        <w:rPr>
          <w:rFonts w:cs="Arial"/>
          <w:color w:val="0079C1" w:themeColor="accent2"/>
        </w:rPr>
        <w:t>What is the impact of this change?</w:t>
      </w:r>
    </w:p>
    <w:p w14:paraId="0738B862" w14:textId="0526E5EC" w:rsidR="00E83167" w:rsidRDefault="00E83167" w:rsidP="00E83167">
      <w:pPr>
        <w:pStyle w:val="TOCMOD"/>
        <w:framePr w:hSpace="0" w:vSpace="0" w:wrap="auto" w:vAnchor="margin" w:yAlign="inline"/>
        <w:numPr>
          <w:ilvl w:val="0"/>
          <w:numId w:val="6"/>
        </w:numPr>
        <w:rPr>
          <w:rFonts w:cs="Arial"/>
          <w:color w:val="C2CD23" w:themeColor="accent4"/>
        </w:rPr>
      </w:pPr>
      <w:r>
        <w:rPr>
          <w:rFonts w:cs="Arial"/>
          <w:color w:val="C2CD23" w:themeColor="accent4"/>
        </w:rPr>
        <w:t>When will the change take place?</w:t>
      </w:r>
    </w:p>
    <w:p w14:paraId="576E8770" w14:textId="390F58C1" w:rsidR="00E83167" w:rsidRPr="00E16D72" w:rsidRDefault="00E83167" w:rsidP="00E83167">
      <w:pPr>
        <w:pStyle w:val="TOCMOD"/>
        <w:framePr w:hSpace="0" w:vSpace="0" w:wrap="auto" w:vAnchor="margin" w:yAlign="inline"/>
        <w:numPr>
          <w:ilvl w:val="0"/>
          <w:numId w:val="6"/>
        </w:numPr>
        <w:spacing w:after="240"/>
        <w:rPr>
          <w:rFonts w:cs="Arial"/>
          <w:color w:val="454545" w:themeColor="text1"/>
        </w:rPr>
      </w:pPr>
      <w:r w:rsidRPr="00625705">
        <w:rPr>
          <w:rFonts w:cs="Arial"/>
          <w:color w:val="454545" w:themeColor="text1"/>
        </w:rPr>
        <w:t>Acronym</w:t>
      </w:r>
      <w:r w:rsidR="001E477B">
        <w:rPr>
          <w:rFonts w:cs="Arial"/>
          <w:color w:val="454545" w:themeColor="text1"/>
        </w:rPr>
        <w:t xml:space="preserve">s, key terms </w:t>
      </w:r>
      <w:r w:rsidRPr="00625705">
        <w:rPr>
          <w:rFonts w:cs="Arial"/>
          <w:color w:val="454545" w:themeColor="text1"/>
        </w:rPr>
        <w:t>and reference material</w:t>
      </w:r>
    </w:p>
    <w:p w14:paraId="1B84BD8B" w14:textId="77777777" w:rsidR="00B54392" w:rsidRDefault="00B54392">
      <w:pPr>
        <w:spacing w:before="0" w:after="160" w:line="259" w:lineRule="auto"/>
        <w:rPr>
          <w:rFonts w:cs="Arial"/>
          <w:b/>
          <w:bCs/>
          <w:color w:val="FFFFFF" w:themeColor="background1"/>
          <w:kern w:val="32"/>
          <w:sz w:val="28"/>
          <w:szCs w:val="32"/>
        </w:rPr>
      </w:pPr>
      <w:r>
        <w:br w:type="page"/>
      </w:r>
    </w:p>
    <w:p w14:paraId="78F02DF2" w14:textId="29A434A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714AC214" w14:textId="54A8B71A" w:rsidR="000B6ADA" w:rsidRDefault="000B6ADA" w:rsidP="000B6ADA">
      <w:pPr>
        <w:jc w:val="both"/>
        <w:rPr>
          <w:sz w:val="24"/>
        </w:rPr>
      </w:pPr>
      <w:commentRangeStart w:id="6"/>
      <w:r w:rsidRPr="000B6ADA">
        <w:rPr>
          <w:sz w:val="24"/>
        </w:rPr>
        <w:t>[Insert</w:t>
      </w:r>
      <w:r>
        <w:rPr>
          <w:sz w:val="24"/>
        </w:rPr>
        <w:t xml:space="preserve"> your solution</w:t>
      </w:r>
      <w:r w:rsidRPr="000B6ADA">
        <w:rPr>
          <w:sz w:val="24"/>
        </w:rPr>
        <w:t>]</w:t>
      </w:r>
      <w:commentRangeEnd w:id="6"/>
      <w:r>
        <w:rPr>
          <w:rStyle w:val="CommentReference"/>
        </w:rPr>
        <w:commentReference w:id="6"/>
      </w:r>
    </w:p>
    <w:p w14:paraId="6785478B" w14:textId="77777777" w:rsidR="004930C4" w:rsidRDefault="004930C4" w:rsidP="000B6ADA">
      <w:pPr>
        <w:jc w:val="both"/>
        <w:rPr>
          <w:sz w:val="24"/>
        </w:rPr>
      </w:pPr>
    </w:p>
    <w:p w14:paraId="24E8AD05" w14:textId="43033FE2" w:rsidR="00777B44" w:rsidRPr="00313B1D" w:rsidRDefault="00777B44" w:rsidP="00E4032A">
      <w:pPr>
        <w:pStyle w:val="Style3"/>
      </w:pPr>
      <w:r w:rsidRPr="00313B1D">
        <w:t>What is the difference between this and the Original Proposal?</w:t>
      </w:r>
    </w:p>
    <w:p w14:paraId="21210495" w14:textId="7F169D4C" w:rsidR="00A86BE7" w:rsidRDefault="00777B44" w:rsidP="00F60A51">
      <w:pPr>
        <w:spacing w:before="0" w:after="0" w:line="240" w:lineRule="auto"/>
        <w:jc w:val="both"/>
        <w:textAlignment w:val="baseline"/>
        <w:rPr>
          <w:rFonts w:cs="Arial"/>
          <w:sz w:val="24"/>
        </w:rPr>
      </w:pPr>
      <w:r>
        <w:rPr>
          <w:rFonts w:cs="Arial"/>
          <w:sz w:val="24"/>
        </w:rPr>
        <w:t>[</w:t>
      </w:r>
      <w:r w:rsidR="0004551F">
        <w:rPr>
          <w:rFonts w:cs="Arial"/>
          <w:sz w:val="24"/>
        </w:rPr>
        <w:t>Insert detai</w:t>
      </w:r>
      <w:r w:rsidR="00375B98">
        <w:rPr>
          <w:rFonts w:cs="Arial"/>
          <w:sz w:val="24"/>
        </w:rPr>
        <w:t>ls</w:t>
      </w:r>
      <w:r>
        <w:rPr>
          <w:rFonts w:cs="Arial"/>
          <w:sz w:val="24"/>
        </w:rPr>
        <w:t>]</w:t>
      </w:r>
    </w:p>
    <w:p w14:paraId="219D6BD7" w14:textId="77777777" w:rsidR="004930C4" w:rsidRDefault="004930C4" w:rsidP="00F60A51">
      <w:pPr>
        <w:spacing w:before="0" w:after="0" w:line="240" w:lineRule="auto"/>
        <w:jc w:val="both"/>
        <w:textAlignment w:val="baseline"/>
        <w:rPr>
          <w:rFonts w:cs="Arial"/>
          <w:sz w:val="24"/>
        </w:rPr>
      </w:pPr>
    </w:p>
    <w:p w14:paraId="5560346E" w14:textId="1427AB2A" w:rsidR="002B5ADD" w:rsidRPr="006277B0" w:rsidRDefault="00625705" w:rsidP="006277B0">
      <w:pPr>
        <w:pStyle w:val="Style4"/>
        <w:rPr>
          <w:color w:val="000000"/>
          <w:sz w:val="24"/>
          <w:lang w:eastAsia="en-US"/>
        </w:rPr>
      </w:pPr>
      <w:r w:rsidRPr="00663B2B">
        <w:t xml:space="preserve">What is the impact of this </w:t>
      </w:r>
      <w:r w:rsidRPr="00976D98">
        <w:t>change</w:t>
      </w:r>
      <w:r w:rsidRPr="00663B2B">
        <w:t>?</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F3767D" w:rsidRPr="00C73CBB" w14:paraId="29EB4452" w14:textId="77777777" w:rsidTr="00F3767D">
        <w:trPr>
          <w:trHeight w:hRule="exact" w:val="561"/>
        </w:trPr>
        <w:tc>
          <w:tcPr>
            <w:tcW w:w="9209" w:type="dxa"/>
            <w:gridSpan w:val="2"/>
            <w:shd w:val="clear" w:color="auto" w:fill="F26522" w:themeFill="accent1"/>
            <w:vAlign w:val="center"/>
          </w:tcPr>
          <w:p w14:paraId="66C836CD" w14:textId="614A3950" w:rsidR="00F3767D" w:rsidRPr="00314414" w:rsidRDefault="000B6ADA" w:rsidP="00F3767D">
            <w:pPr>
              <w:pStyle w:val="TableHeading"/>
              <w:rPr>
                <w:rFonts w:cs="Arial"/>
                <w:b/>
                <w:szCs w:val="20"/>
              </w:rPr>
            </w:pPr>
            <w:commentRangeStart w:id="7"/>
            <w:r w:rsidRPr="000B6ADA">
              <w:rPr>
                <w:rFonts w:cs="Arial"/>
                <w:b/>
                <w:color w:val="FFFFFF" w:themeColor="background1"/>
                <w:sz w:val="24"/>
                <w:szCs w:val="20"/>
              </w:rPr>
              <w:t>Proposer’s Assessment against C</w:t>
            </w:r>
            <w:r>
              <w:rPr>
                <w:rFonts w:cs="Arial"/>
                <w:b/>
                <w:color w:val="FFFFFF" w:themeColor="background1"/>
                <w:sz w:val="24"/>
                <w:szCs w:val="20"/>
              </w:rPr>
              <w:t>USC Charging</w:t>
            </w:r>
            <w:r w:rsidRPr="000B6ADA">
              <w:rPr>
                <w:rFonts w:cs="Arial"/>
                <w:b/>
                <w:color w:val="FFFFFF" w:themeColor="background1"/>
                <w:sz w:val="24"/>
                <w:szCs w:val="20"/>
              </w:rPr>
              <w:t xml:space="preserve"> Objectives  </w:t>
            </w:r>
            <w:commentRangeEnd w:id="7"/>
            <w:r w:rsidR="006277B0">
              <w:rPr>
                <w:rStyle w:val="CommentReference"/>
                <w:color w:val="auto"/>
              </w:rPr>
              <w:commentReference w:id="7"/>
            </w:r>
          </w:p>
        </w:tc>
      </w:tr>
      <w:tr w:rsidR="00F3767D" w:rsidRPr="00C73CBB" w14:paraId="680B534D" w14:textId="77777777" w:rsidTr="00D523ED">
        <w:trPr>
          <w:trHeight w:val="397"/>
        </w:trPr>
        <w:tc>
          <w:tcPr>
            <w:tcW w:w="6478" w:type="dxa"/>
          </w:tcPr>
          <w:p w14:paraId="41A8BC34" w14:textId="77777777" w:rsidR="00F3767D" w:rsidRPr="006A726B" w:rsidRDefault="00F3767D" w:rsidP="00F3767D">
            <w:pPr>
              <w:ind w:left="113" w:right="113"/>
              <w:rPr>
                <w:rFonts w:cs="Arial"/>
                <w:b/>
                <w:sz w:val="24"/>
                <w:szCs w:val="20"/>
              </w:rPr>
            </w:pPr>
            <w:r w:rsidRPr="006A726B">
              <w:rPr>
                <w:b/>
                <w:sz w:val="24"/>
                <w:szCs w:val="20"/>
              </w:rPr>
              <w:t>Relevant Objective</w:t>
            </w:r>
          </w:p>
        </w:tc>
        <w:tc>
          <w:tcPr>
            <w:tcW w:w="2731" w:type="dxa"/>
          </w:tcPr>
          <w:p w14:paraId="0148FC7F" w14:textId="77777777" w:rsidR="00F3767D" w:rsidRPr="006A726B" w:rsidRDefault="00F3767D" w:rsidP="00F3767D">
            <w:pPr>
              <w:ind w:left="113" w:right="113"/>
              <w:rPr>
                <w:b/>
                <w:sz w:val="24"/>
                <w:szCs w:val="20"/>
              </w:rPr>
            </w:pPr>
            <w:r w:rsidRPr="006A726B">
              <w:rPr>
                <w:b/>
                <w:sz w:val="24"/>
                <w:szCs w:val="20"/>
              </w:rPr>
              <w:t>Identified impact</w:t>
            </w:r>
          </w:p>
        </w:tc>
      </w:tr>
      <w:tr w:rsidR="002B5ADD" w:rsidRPr="00C73CBB" w14:paraId="14F7F584" w14:textId="77777777" w:rsidTr="00D523ED">
        <w:trPr>
          <w:trHeight w:val="397"/>
        </w:trPr>
        <w:tc>
          <w:tcPr>
            <w:tcW w:w="6478" w:type="dxa"/>
          </w:tcPr>
          <w:p w14:paraId="15878F89" w14:textId="77777777" w:rsidR="002B5ADD" w:rsidRPr="006A726B" w:rsidRDefault="002B5ADD" w:rsidP="002B5ADD">
            <w:pPr>
              <w:pStyle w:val="Tablebodycopy"/>
              <w:ind w:left="453" w:right="238" w:hanging="340"/>
              <w:rPr>
                <w:rFonts w:cs="Arial"/>
                <w:color w:val="auto"/>
                <w:sz w:val="24"/>
                <w:szCs w:val="20"/>
              </w:rPr>
            </w:pPr>
            <w:r w:rsidRPr="006A726B">
              <w:rPr>
                <w:rFonts w:cs="Arial"/>
                <w:color w:val="auto"/>
                <w:sz w:val="24"/>
                <w:szCs w:val="20"/>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2731" w:type="dxa"/>
          </w:tcPr>
          <w:p w14:paraId="0C9A428E" w14:textId="4AF4761F" w:rsidR="002B5ADD" w:rsidRPr="006A726B" w:rsidRDefault="000B6FBD" w:rsidP="002B5ADD">
            <w:pPr>
              <w:spacing w:before="40"/>
              <w:ind w:left="113"/>
              <w:rPr>
                <w:sz w:val="24"/>
                <w:szCs w:val="20"/>
              </w:rPr>
            </w:pPr>
            <w:commentRangeStart w:id="8"/>
            <w:r w:rsidRPr="000237CD">
              <w:rPr>
                <w:b/>
                <w:sz w:val="24"/>
              </w:rPr>
              <w:t>Positive/Negative/None:</w:t>
            </w:r>
            <w:r>
              <w:rPr>
                <w:sz w:val="24"/>
              </w:rPr>
              <w:t xml:space="preserve"> [Please provide rationale]</w:t>
            </w:r>
            <w:commentRangeEnd w:id="8"/>
            <w:r w:rsidR="006E5C07">
              <w:rPr>
                <w:rStyle w:val="CommentReference"/>
              </w:rPr>
              <w:commentReference w:id="8"/>
            </w:r>
          </w:p>
        </w:tc>
      </w:tr>
      <w:tr w:rsidR="000B6FBD" w:rsidRPr="00C73CBB" w14:paraId="46736621" w14:textId="77777777" w:rsidTr="00D523ED">
        <w:trPr>
          <w:trHeight w:val="397"/>
        </w:trPr>
        <w:tc>
          <w:tcPr>
            <w:tcW w:w="6478" w:type="dxa"/>
          </w:tcPr>
          <w:p w14:paraId="079277B6" w14:textId="77777777"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731" w:type="dxa"/>
          </w:tcPr>
          <w:p w14:paraId="190741C8" w14:textId="5C4F69BC"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22F377BD" w14:textId="77777777" w:rsidTr="00D523ED">
        <w:trPr>
          <w:trHeight w:val="397"/>
        </w:trPr>
        <w:tc>
          <w:tcPr>
            <w:tcW w:w="6478" w:type="dxa"/>
          </w:tcPr>
          <w:p w14:paraId="5421DCF9" w14:textId="77777777"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(c) That, so far as is consistent with sub-paragraphs (a) and (b), the use of system charging methodology, as far as is reasonably practicable, properly takes account of the developments in transmission licensees’ transmission businesses;</w:t>
            </w:r>
          </w:p>
        </w:tc>
        <w:tc>
          <w:tcPr>
            <w:tcW w:w="2731" w:type="dxa"/>
          </w:tcPr>
          <w:p w14:paraId="32272642" w14:textId="020C2BC5"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5F89486A" w14:textId="77777777" w:rsidTr="00D523ED">
        <w:trPr>
          <w:trHeight w:val="397"/>
        </w:trPr>
        <w:tc>
          <w:tcPr>
            <w:tcW w:w="6478" w:type="dxa"/>
          </w:tcPr>
          <w:p w14:paraId="71454541" w14:textId="4D206970"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(d) Compliance with the Electricity Regulation and any relevant legally binding decision of the European Commission and/or the Agency</w:t>
            </w:r>
            <w:r w:rsidR="00F13218">
              <w:rPr>
                <w:rFonts w:cs="Arial"/>
                <w:color w:val="auto"/>
                <w:sz w:val="24"/>
                <w:szCs w:val="20"/>
              </w:rPr>
              <w:t xml:space="preserve"> </w:t>
            </w:r>
            <w:r w:rsidR="00C50DFF">
              <w:rPr>
                <w:rFonts w:cs="Arial"/>
                <w:color w:val="auto"/>
                <w:sz w:val="24"/>
                <w:szCs w:val="20"/>
              </w:rPr>
              <w:t>*</w:t>
            </w:r>
            <w:r>
              <w:rPr>
                <w:rFonts w:cs="Arial"/>
                <w:color w:val="auto"/>
                <w:sz w:val="24"/>
                <w:szCs w:val="20"/>
              </w:rPr>
              <w:t>;</w:t>
            </w:r>
            <w:r w:rsidRPr="006A726B">
              <w:rPr>
                <w:rFonts w:cs="Arial"/>
                <w:color w:val="auto"/>
                <w:sz w:val="24"/>
                <w:szCs w:val="20"/>
              </w:rPr>
              <w:t xml:space="preserve"> and</w:t>
            </w:r>
          </w:p>
        </w:tc>
        <w:tc>
          <w:tcPr>
            <w:tcW w:w="2731" w:type="dxa"/>
          </w:tcPr>
          <w:p w14:paraId="097EC647" w14:textId="6A10F0B4"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505DA677" w14:textId="77777777" w:rsidTr="00D523ED">
        <w:trPr>
          <w:trHeight w:val="397"/>
        </w:trPr>
        <w:tc>
          <w:tcPr>
            <w:tcW w:w="6478" w:type="dxa"/>
          </w:tcPr>
          <w:p w14:paraId="30ABF44F" w14:textId="77777777" w:rsidR="000B6FBD" w:rsidRPr="006A726B" w:rsidRDefault="000B6FBD" w:rsidP="000B6FBD">
            <w:pPr>
              <w:pStyle w:val="Tablebodycopy"/>
              <w:ind w:right="238"/>
              <w:rPr>
                <w:rFonts w:cs="Arial"/>
                <w:sz w:val="24"/>
                <w:szCs w:val="20"/>
              </w:rPr>
            </w:pPr>
            <w:r w:rsidRPr="00486612">
              <w:rPr>
                <w:rFonts w:cs="Arial"/>
                <w:color w:val="auto"/>
                <w:sz w:val="24"/>
                <w:szCs w:val="20"/>
              </w:rPr>
              <w:t xml:space="preserve">(e) </w:t>
            </w:r>
            <w:r>
              <w:rPr>
                <w:rFonts w:cs="Arial"/>
                <w:color w:val="auto"/>
                <w:sz w:val="24"/>
                <w:szCs w:val="20"/>
              </w:rPr>
              <w:t>P</w:t>
            </w:r>
            <w:r w:rsidRPr="00486612">
              <w:rPr>
                <w:rFonts w:cs="Arial"/>
                <w:color w:val="auto"/>
                <w:sz w:val="24"/>
                <w:szCs w:val="20"/>
              </w:rPr>
              <w:t>romoting efficiency in the implementation and administration of the system charging methodology.</w:t>
            </w:r>
          </w:p>
        </w:tc>
        <w:tc>
          <w:tcPr>
            <w:tcW w:w="2731" w:type="dxa"/>
          </w:tcPr>
          <w:p w14:paraId="4FC84075" w14:textId="3CEE027E"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D523ED" w:rsidRPr="00C73CBB" w14:paraId="18FCBBF5" w14:textId="77777777" w:rsidTr="00D640FE">
        <w:trPr>
          <w:trHeight w:val="397"/>
        </w:trPr>
        <w:tc>
          <w:tcPr>
            <w:tcW w:w="9209" w:type="dxa"/>
            <w:gridSpan w:val="2"/>
          </w:tcPr>
          <w:p w14:paraId="33C7F487" w14:textId="409E9E29" w:rsidR="00D523ED" w:rsidRPr="002B5ADD" w:rsidRDefault="00D523ED" w:rsidP="002B5ADD">
            <w:pPr>
              <w:spacing w:before="40"/>
              <w:ind w:left="113" w:right="113"/>
              <w:rPr>
                <w:sz w:val="24"/>
              </w:rPr>
            </w:pPr>
            <w:r w:rsidRPr="00BD5234">
              <w:rPr>
                <w:rFonts w:cs="Arial"/>
                <w:sz w:val="24"/>
              </w:rPr>
              <w:t>*Objective (</w:t>
            </w:r>
            <w:r w:rsidR="00750D05">
              <w:rPr>
                <w:rFonts w:cs="Arial"/>
                <w:sz w:val="24"/>
              </w:rPr>
              <w:t>d</w:t>
            </w:r>
            <w:r w:rsidRPr="00BD5234">
              <w:rPr>
                <w:rFonts w:cs="Arial"/>
                <w:sz w:val="24"/>
              </w:rPr>
              <w:t>) refers specifically to European Regulation 2009/714/EC. Reference to the Agency is to the Agency for the Cooperation of Energy Regulators (ACER).</w:t>
            </w:r>
          </w:p>
        </w:tc>
      </w:tr>
    </w:tbl>
    <w:p w14:paraId="450C4054" w14:textId="082C5E77" w:rsidR="00AC159B" w:rsidRDefault="000B6ADA" w:rsidP="000B6ADA">
      <w:pPr>
        <w:pStyle w:val="ListParagraph"/>
        <w:keepLines/>
        <w:widowControl w:val="0"/>
        <w:tabs>
          <w:tab w:val="left" w:pos="1418"/>
        </w:tabs>
        <w:spacing w:before="0" w:line="264" w:lineRule="auto"/>
        <w:ind w:left="0"/>
        <w:rPr>
          <w:rFonts w:cs="Arial"/>
          <w:b/>
          <w:bCs/>
          <w:color w:val="F26522" w:themeColor="accent1"/>
          <w:kern w:val="32"/>
          <w:sz w:val="24"/>
        </w:rPr>
      </w:pPr>
      <w:r>
        <w:rPr>
          <w:rFonts w:cs="Arial"/>
          <w:b/>
          <w:bCs/>
          <w:color w:val="F26522" w:themeColor="accent1"/>
          <w:kern w:val="32"/>
          <w:sz w:val="24"/>
        </w:rPr>
        <w:t xml:space="preserve"> </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AC159B" w:rsidRPr="00314414" w14:paraId="3B15CD65" w14:textId="77777777" w:rsidTr="006371ED">
        <w:trPr>
          <w:trHeight w:hRule="exact" w:val="561"/>
        </w:trPr>
        <w:tc>
          <w:tcPr>
            <w:tcW w:w="9209" w:type="dxa"/>
            <w:gridSpan w:val="2"/>
            <w:shd w:val="clear" w:color="auto" w:fill="F26522" w:themeFill="accent1"/>
            <w:vAlign w:val="center"/>
          </w:tcPr>
          <w:p w14:paraId="020CAB57" w14:textId="3BE0FC6B" w:rsidR="00AC159B" w:rsidRPr="00314414" w:rsidRDefault="000B6ADA" w:rsidP="006371ED">
            <w:pPr>
              <w:pStyle w:val="TableHeading"/>
              <w:rPr>
                <w:rFonts w:cs="Arial"/>
                <w:b/>
                <w:szCs w:val="20"/>
              </w:rPr>
            </w:pPr>
            <w:commentRangeStart w:id="9"/>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commentRangeEnd w:id="9"/>
            <w:r w:rsidR="00BD4EE4">
              <w:rPr>
                <w:rStyle w:val="CommentReference"/>
                <w:color w:val="auto"/>
              </w:rPr>
              <w:commentReference w:id="9"/>
            </w:r>
          </w:p>
        </w:tc>
      </w:tr>
      <w:tr w:rsidR="00AC159B" w:rsidRPr="006A726B" w14:paraId="6FDF0090" w14:textId="77777777" w:rsidTr="00AC159B">
        <w:trPr>
          <w:trHeight w:val="397"/>
        </w:trPr>
        <w:tc>
          <w:tcPr>
            <w:tcW w:w="6478" w:type="dxa"/>
          </w:tcPr>
          <w:p w14:paraId="4E757CA7" w14:textId="77777777" w:rsidR="00AC159B" w:rsidRPr="006A726B" w:rsidRDefault="00AC159B" w:rsidP="006371ED">
            <w:pPr>
              <w:ind w:left="113" w:right="113"/>
              <w:rPr>
                <w:rFonts w:cs="Arial"/>
                <w:b/>
                <w:sz w:val="24"/>
                <w:szCs w:val="20"/>
              </w:rPr>
            </w:pPr>
            <w:r w:rsidRPr="006A726B">
              <w:rPr>
                <w:b/>
                <w:sz w:val="24"/>
                <w:szCs w:val="20"/>
              </w:rPr>
              <w:t>Relevant Objective</w:t>
            </w:r>
          </w:p>
        </w:tc>
        <w:tc>
          <w:tcPr>
            <w:tcW w:w="2731" w:type="dxa"/>
          </w:tcPr>
          <w:p w14:paraId="0C3BDECC" w14:textId="77777777" w:rsidR="00AC159B" w:rsidRPr="006A726B" w:rsidRDefault="00AC159B" w:rsidP="006371ED">
            <w:pPr>
              <w:ind w:left="113" w:right="113"/>
              <w:rPr>
                <w:b/>
                <w:sz w:val="24"/>
                <w:szCs w:val="20"/>
              </w:rPr>
            </w:pPr>
            <w:r w:rsidRPr="006A726B">
              <w:rPr>
                <w:b/>
                <w:sz w:val="24"/>
                <w:szCs w:val="20"/>
              </w:rPr>
              <w:t>Identified impact</w:t>
            </w:r>
          </w:p>
        </w:tc>
      </w:tr>
      <w:tr w:rsidR="000B6FBD" w:rsidRPr="006A726B" w14:paraId="7DB47E0B" w14:textId="77777777" w:rsidTr="00AC159B">
        <w:trPr>
          <w:trHeight w:val="397"/>
        </w:trPr>
        <w:tc>
          <w:tcPr>
            <w:tcW w:w="6478" w:type="dxa"/>
          </w:tcPr>
          <w:p w14:paraId="592586F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lastRenderedPageBreak/>
              <w:t>(a)</w:t>
            </w:r>
            <w:r w:rsidRPr="00BD5234">
              <w:rPr>
                <w:rFonts w:cs="Arial"/>
                <w:color w:val="auto"/>
                <w:sz w:val="24"/>
              </w:rPr>
              <w:tab/>
              <w:t>The efficient discharge by the Licensee of the obligations imposed on it by the Act and the Transmission Licence;</w:t>
            </w:r>
          </w:p>
        </w:tc>
        <w:tc>
          <w:tcPr>
            <w:tcW w:w="2731" w:type="dxa"/>
          </w:tcPr>
          <w:p w14:paraId="0FB71530" w14:textId="24FA9F6C" w:rsidR="000B6FBD" w:rsidRPr="006A726B" w:rsidRDefault="000B6FBD" w:rsidP="000B6FBD">
            <w:pPr>
              <w:spacing w:before="40"/>
              <w:ind w:left="113"/>
              <w:rPr>
                <w:sz w:val="24"/>
                <w:szCs w:val="20"/>
              </w:rPr>
            </w:pPr>
            <w:r w:rsidRPr="00ED32C9">
              <w:rPr>
                <w:b/>
                <w:sz w:val="24"/>
              </w:rPr>
              <w:t>Positive/Negative/None:</w:t>
            </w:r>
            <w:r w:rsidRPr="00ED32C9">
              <w:rPr>
                <w:sz w:val="24"/>
              </w:rPr>
              <w:t xml:space="preserve"> [Please provide rationale]</w:t>
            </w:r>
          </w:p>
        </w:tc>
      </w:tr>
      <w:tr w:rsidR="000B6FBD" w:rsidRPr="006A726B" w14:paraId="50E6A3C0" w14:textId="77777777" w:rsidTr="00AC159B">
        <w:trPr>
          <w:trHeight w:val="397"/>
        </w:trPr>
        <w:tc>
          <w:tcPr>
            <w:tcW w:w="6478" w:type="dxa"/>
          </w:tcPr>
          <w:p w14:paraId="10546143"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Facilitating effective competition in the generation and supply of electricity, and (so far as consistent therewith) facilitating such competition in the sale, distribution and purchase of electricity;</w:t>
            </w:r>
          </w:p>
        </w:tc>
        <w:tc>
          <w:tcPr>
            <w:tcW w:w="2731" w:type="dxa"/>
          </w:tcPr>
          <w:p w14:paraId="10240529" w14:textId="6F7E873C"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0B6FBD" w:rsidRPr="006A726B" w14:paraId="34F24340" w14:textId="77777777" w:rsidTr="00AC159B">
        <w:trPr>
          <w:trHeight w:val="397"/>
        </w:trPr>
        <w:tc>
          <w:tcPr>
            <w:tcW w:w="6478" w:type="dxa"/>
          </w:tcPr>
          <w:p w14:paraId="3B24DCE2"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2731" w:type="dxa"/>
          </w:tcPr>
          <w:p w14:paraId="103AA5AB" w14:textId="61066AA9"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0B6FBD" w:rsidRPr="006A726B" w14:paraId="1F3D76F1" w14:textId="77777777" w:rsidTr="00AC159B">
        <w:trPr>
          <w:trHeight w:val="397"/>
        </w:trPr>
        <w:tc>
          <w:tcPr>
            <w:tcW w:w="6478" w:type="dxa"/>
          </w:tcPr>
          <w:p w14:paraId="4D0AB59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2731" w:type="dxa"/>
          </w:tcPr>
          <w:p w14:paraId="2EE4EBF9" w14:textId="27069344"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AC159B" w:rsidRPr="006A726B" w14:paraId="2DD31E56" w14:textId="77777777" w:rsidTr="003D547B">
        <w:trPr>
          <w:trHeight w:val="397"/>
        </w:trPr>
        <w:tc>
          <w:tcPr>
            <w:tcW w:w="9209" w:type="dxa"/>
            <w:gridSpan w:val="2"/>
          </w:tcPr>
          <w:p w14:paraId="1408B9F8" w14:textId="77777777" w:rsidR="00AC159B" w:rsidRPr="006A726B" w:rsidRDefault="00AC159B" w:rsidP="006371ED">
            <w:pPr>
              <w:spacing w:before="40"/>
              <w:ind w:left="113" w:right="113"/>
              <w:rPr>
                <w:sz w:val="24"/>
                <w:szCs w:val="20"/>
              </w:rPr>
            </w:pPr>
            <w:r w:rsidRPr="00BD5234">
              <w:rPr>
                <w:rFonts w:cs="Arial"/>
                <w:sz w:val="24"/>
              </w:rPr>
              <w:t>*Objective (c) refers specifically to European Regulation 2009/714/EC. Reference to the Agency is to the Agency for the Cooperation of Energy Regulators (ACER).</w:t>
            </w:r>
          </w:p>
        </w:tc>
      </w:tr>
    </w:tbl>
    <w:p w14:paraId="66E9ED3E" w14:textId="77777777" w:rsidR="008006B5" w:rsidRDefault="008006B5"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173F8869" w14:textId="37F25B89"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66AEB86E" w14:textId="77777777" w:rsidR="00976D98" w:rsidRDefault="00976D98" w:rsidP="003F129C">
      <w:pPr>
        <w:pStyle w:val="e"/>
      </w:pPr>
      <w:r>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5CEBB01F" w14:textId="6689CC3B" w:rsidR="00986892" w:rsidRDefault="00986892" w:rsidP="00986892">
      <w:pPr>
        <w:jc w:val="both"/>
        <w:rPr>
          <w:sz w:val="24"/>
        </w:rPr>
      </w:pPr>
      <w:commentRangeStart w:id="10"/>
      <w:r w:rsidRPr="00B72194">
        <w:rPr>
          <w:sz w:val="24"/>
        </w:rPr>
        <w:t>[</w:t>
      </w:r>
      <w:r>
        <w:rPr>
          <w:sz w:val="24"/>
        </w:rPr>
        <w:t>Insert the date which you are proposing the change is made to the code</w:t>
      </w:r>
      <w:r w:rsidRPr="00B72194">
        <w:rPr>
          <w:sz w:val="24"/>
        </w:rPr>
        <w:t>]</w:t>
      </w:r>
      <w:commentRangeEnd w:id="10"/>
      <w:r>
        <w:rPr>
          <w:rStyle w:val="CommentReference"/>
        </w:rPr>
        <w:commentReference w:id="10"/>
      </w:r>
    </w:p>
    <w:p w14:paraId="0344C0F6" w14:textId="0772DDD4" w:rsidR="005625BF" w:rsidRPr="005625BF" w:rsidRDefault="003F129C" w:rsidP="00976D98">
      <w:pPr>
        <w:spacing w:before="0" w:after="160" w:line="259" w:lineRule="auto"/>
        <w:rPr>
          <w:b/>
          <w:sz w:val="24"/>
        </w:rPr>
      </w:pPr>
      <w:r>
        <w:rPr>
          <w:b/>
          <w:sz w:val="24"/>
        </w:rPr>
        <w:t>Implementation approach:</w:t>
      </w:r>
    </w:p>
    <w:p w14:paraId="7FAB533D" w14:textId="76282906" w:rsidR="003F129C" w:rsidRPr="00AC04D3" w:rsidRDefault="00AC04D3" w:rsidP="00976D98">
      <w:pPr>
        <w:keepLines/>
        <w:widowControl w:val="0"/>
        <w:tabs>
          <w:tab w:val="left" w:pos="1418"/>
        </w:tabs>
        <w:spacing w:before="0" w:line="264" w:lineRule="auto"/>
        <w:rPr>
          <w:sz w:val="24"/>
        </w:rPr>
      </w:pPr>
      <w:commentRangeStart w:id="11"/>
      <w:r w:rsidRPr="00AC04D3">
        <w:rPr>
          <w:sz w:val="24"/>
        </w:rPr>
        <w:t>[Insert approach]</w:t>
      </w:r>
      <w:commentRangeEnd w:id="11"/>
      <w:r>
        <w:rPr>
          <w:rStyle w:val="CommentReference"/>
        </w:rPr>
        <w:commentReference w:id="11"/>
      </w:r>
    </w:p>
    <w:p w14:paraId="0E267E81" w14:textId="75CFE56A" w:rsidR="00E65196" w:rsidRDefault="00E65196" w:rsidP="00E25874">
      <w:bookmarkStart w:id="12" w:name="_Workgroup_Consultation_1"/>
      <w:bookmarkEnd w:id="12"/>
    </w:p>
    <w:p w14:paraId="43A10972" w14:textId="77777777" w:rsidR="00E65196" w:rsidRPr="00095D82" w:rsidRDefault="00E65196" w:rsidP="00E25874"/>
    <w:p w14:paraId="5FFBD20C" w14:textId="77777777" w:rsidR="00C92950" w:rsidRPr="00C73CBB" w:rsidRDefault="00C92950" w:rsidP="00976D98">
      <w:pPr>
        <w:pStyle w:val="Style6"/>
        <w:rPr>
          <w:color w:val="F26522" w:themeColor="accent1"/>
        </w:rPr>
      </w:pPr>
      <w:bookmarkStart w:id="13" w:name="_How_to_respond"/>
      <w:bookmarkEnd w:id="13"/>
      <w:r w:rsidRPr="00726C06">
        <w:t>Acronym</w:t>
      </w:r>
      <w:r w:rsidR="00250A22">
        <w:t>s, key terms</w:t>
      </w:r>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2DBD486F" w14:textId="77777777" w:rsidTr="00250A22">
        <w:tc>
          <w:tcPr>
            <w:tcW w:w="2547" w:type="dxa"/>
            <w:shd w:val="clear" w:color="auto" w:fill="727274" w:themeFill="text2"/>
          </w:tcPr>
          <w:p w14:paraId="5AB5EE79" w14:textId="5D9B5D3C" w:rsidR="00C73CBB" w:rsidRPr="009E2AC7" w:rsidRDefault="00C73CBB" w:rsidP="00BC5F63">
            <w:pPr>
              <w:rPr>
                <w:b/>
                <w:color w:val="FFFFFF" w:themeColor="background1"/>
                <w:sz w:val="24"/>
              </w:rPr>
            </w:pPr>
            <w:commentRangeStart w:id="14"/>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108A892D" w14:textId="77777777" w:rsidR="00C73CBB" w:rsidRPr="009E2AC7" w:rsidRDefault="00C73CBB" w:rsidP="00BC5F63">
            <w:pPr>
              <w:rPr>
                <w:b/>
                <w:color w:val="FFFFFF" w:themeColor="background1"/>
                <w:sz w:val="24"/>
              </w:rPr>
            </w:pPr>
            <w:r w:rsidRPr="009E2AC7">
              <w:rPr>
                <w:b/>
                <w:color w:val="FFFFFF" w:themeColor="background1"/>
                <w:sz w:val="24"/>
              </w:rPr>
              <w:t>Meaning</w:t>
            </w:r>
            <w:commentRangeEnd w:id="14"/>
            <w:r w:rsidR="00AC04D3">
              <w:rPr>
                <w:rStyle w:val="CommentReference"/>
                <w:lang w:val="en-GB"/>
              </w:rPr>
              <w:commentReference w:id="14"/>
            </w:r>
          </w:p>
        </w:tc>
      </w:tr>
      <w:tr w:rsidR="00C73CBB" w14:paraId="28AAC560" w14:textId="77777777" w:rsidTr="00250A22">
        <w:tc>
          <w:tcPr>
            <w:tcW w:w="2547" w:type="dxa"/>
          </w:tcPr>
          <w:p w14:paraId="51908FEF" w14:textId="77777777" w:rsidR="00C73CBB" w:rsidRPr="006A726B" w:rsidRDefault="00C73CBB" w:rsidP="0034026E">
            <w:pPr>
              <w:spacing w:before="0" w:after="0"/>
              <w:rPr>
                <w:sz w:val="24"/>
              </w:rPr>
            </w:pPr>
          </w:p>
        </w:tc>
        <w:tc>
          <w:tcPr>
            <w:tcW w:w="6662" w:type="dxa"/>
          </w:tcPr>
          <w:p w14:paraId="31EE93D9" w14:textId="77777777" w:rsidR="00C73CBB" w:rsidRPr="00A61985" w:rsidRDefault="00C73CBB" w:rsidP="0034026E">
            <w:pPr>
              <w:spacing w:before="0" w:after="0"/>
              <w:rPr>
                <w:sz w:val="24"/>
              </w:rPr>
            </w:pPr>
          </w:p>
        </w:tc>
      </w:tr>
      <w:tr w:rsidR="00046CCE" w14:paraId="7B843725" w14:textId="77777777" w:rsidTr="00250A22">
        <w:tc>
          <w:tcPr>
            <w:tcW w:w="2547" w:type="dxa"/>
          </w:tcPr>
          <w:p w14:paraId="3A62A9AD" w14:textId="77777777" w:rsidR="00046CCE" w:rsidRDefault="00046CCE" w:rsidP="0034026E">
            <w:pPr>
              <w:spacing w:before="0" w:after="0"/>
              <w:rPr>
                <w:sz w:val="24"/>
              </w:rPr>
            </w:pPr>
          </w:p>
        </w:tc>
        <w:tc>
          <w:tcPr>
            <w:tcW w:w="6662" w:type="dxa"/>
          </w:tcPr>
          <w:p w14:paraId="7614155B" w14:textId="77777777" w:rsidR="00046CCE" w:rsidRPr="006A726B" w:rsidRDefault="00046CCE" w:rsidP="0034026E">
            <w:pPr>
              <w:spacing w:before="0" w:after="0"/>
              <w:rPr>
                <w:sz w:val="24"/>
              </w:rPr>
            </w:pPr>
          </w:p>
        </w:tc>
      </w:tr>
      <w:tr w:rsidR="00046CCE" w14:paraId="3B27F54C" w14:textId="77777777" w:rsidTr="00250A22">
        <w:tc>
          <w:tcPr>
            <w:tcW w:w="2547" w:type="dxa"/>
          </w:tcPr>
          <w:p w14:paraId="1A4486A5" w14:textId="77777777" w:rsidR="00046CCE" w:rsidRPr="006A726B" w:rsidRDefault="00046CCE" w:rsidP="0034026E">
            <w:pPr>
              <w:spacing w:before="0" w:after="0"/>
              <w:rPr>
                <w:sz w:val="24"/>
              </w:rPr>
            </w:pPr>
          </w:p>
        </w:tc>
        <w:tc>
          <w:tcPr>
            <w:tcW w:w="6662" w:type="dxa"/>
          </w:tcPr>
          <w:p w14:paraId="51EE39B0" w14:textId="77777777" w:rsidR="00046CCE" w:rsidRPr="006A726B" w:rsidRDefault="00046CCE" w:rsidP="0034026E">
            <w:pPr>
              <w:spacing w:before="0" w:after="0"/>
              <w:rPr>
                <w:sz w:val="24"/>
              </w:rPr>
            </w:pPr>
          </w:p>
        </w:tc>
      </w:tr>
      <w:tr w:rsidR="00B04009" w14:paraId="71749F20" w14:textId="77777777" w:rsidTr="00250A22">
        <w:tc>
          <w:tcPr>
            <w:tcW w:w="2547" w:type="dxa"/>
          </w:tcPr>
          <w:p w14:paraId="06FA2EB8" w14:textId="77777777" w:rsidR="00B04009" w:rsidRDefault="00B04009" w:rsidP="0034026E">
            <w:pPr>
              <w:spacing w:before="0" w:after="0"/>
              <w:rPr>
                <w:sz w:val="24"/>
              </w:rPr>
            </w:pPr>
          </w:p>
        </w:tc>
        <w:tc>
          <w:tcPr>
            <w:tcW w:w="6662" w:type="dxa"/>
          </w:tcPr>
          <w:p w14:paraId="46DEEE9C" w14:textId="77777777" w:rsidR="00B04009" w:rsidRPr="006A726B" w:rsidRDefault="00B04009" w:rsidP="0034026E">
            <w:pPr>
              <w:spacing w:before="0" w:after="0"/>
              <w:rPr>
                <w:sz w:val="24"/>
              </w:rPr>
            </w:pPr>
          </w:p>
        </w:tc>
      </w:tr>
      <w:tr w:rsidR="00B04009" w14:paraId="5A3116DB" w14:textId="77777777" w:rsidTr="00250A22">
        <w:tc>
          <w:tcPr>
            <w:tcW w:w="2547" w:type="dxa"/>
          </w:tcPr>
          <w:p w14:paraId="22098144" w14:textId="77777777" w:rsidR="00B04009" w:rsidRDefault="00B04009" w:rsidP="0034026E">
            <w:pPr>
              <w:spacing w:before="0" w:after="0"/>
              <w:rPr>
                <w:sz w:val="24"/>
              </w:rPr>
            </w:pPr>
          </w:p>
        </w:tc>
        <w:tc>
          <w:tcPr>
            <w:tcW w:w="6662" w:type="dxa"/>
          </w:tcPr>
          <w:p w14:paraId="61B0E43E" w14:textId="77777777" w:rsidR="00B04009" w:rsidRPr="006A726B" w:rsidRDefault="00B04009" w:rsidP="0034026E">
            <w:pPr>
              <w:spacing w:before="0" w:after="0"/>
              <w:rPr>
                <w:sz w:val="24"/>
              </w:rPr>
            </w:pPr>
          </w:p>
        </w:tc>
      </w:tr>
      <w:tr w:rsidR="00046CCE" w14:paraId="2A253FF2" w14:textId="77777777" w:rsidTr="00250A22">
        <w:tc>
          <w:tcPr>
            <w:tcW w:w="2547" w:type="dxa"/>
          </w:tcPr>
          <w:p w14:paraId="2846C4D3" w14:textId="77777777" w:rsidR="00046CCE" w:rsidRDefault="00046CCE" w:rsidP="0034026E">
            <w:pPr>
              <w:spacing w:before="0" w:after="0"/>
              <w:rPr>
                <w:sz w:val="24"/>
              </w:rPr>
            </w:pPr>
          </w:p>
        </w:tc>
        <w:tc>
          <w:tcPr>
            <w:tcW w:w="6662" w:type="dxa"/>
          </w:tcPr>
          <w:p w14:paraId="3DF99065" w14:textId="77777777" w:rsidR="00046CCE" w:rsidRPr="006A726B" w:rsidRDefault="00046CCE" w:rsidP="0034026E">
            <w:pPr>
              <w:spacing w:before="0" w:after="0"/>
              <w:rPr>
                <w:sz w:val="24"/>
              </w:rPr>
            </w:pPr>
          </w:p>
        </w:tc>
      </w:tr>
      <w:tr w:rsidR="00046CCE" w14:paraId="16B55845" w14:textId="77777777" w:rsidTr="00250A22">
        <w:tc>
          <w:tcPr>
            <w:tcW w:w="2547" w:type="dxa"/>
          </w:tcPr>
          <w:p w14:paraId="7212E4CD" w14:textId="77777777" w:rsidR="00046CCE" w:rsidRDefault="00046CCE" w:rsidP="0034026E">
            <w:pPr>
              <w:spacing w:before="0" w:after="0"/>
              <w:rPr>
                <w:sz w:val="24"/>
              </w:rPr>
            </w:pPr>
          </w:p>
        </w:tc>
        <w:tc>
          <w:tcPr>
            <w:tcW w:w="6662" w:type="dxa"/>
          </w:tcPr>
          <w:p w14:paraId="59E08E06" w14:textId="77777777" w:rsidR="00046CCE" w:rsidRPr="006A726B" w:rsidRDefault="00046CCE" w:rsidP="0034026E">
            <w:pPr>
              <w:spacing w:before="0" w:after="0"/>
              <w:rPr>
                <w:sz w:val="24"/>
              </w:rPr>
            </w:pPr>
          </w:p>
        </w:tc>
      </w:tr>
      <w:tr w:rsidR="00B04009" w14:paraId="77FC37C7" w14:textId="77777777" w:rsidTr="00250A22">
        <w:tc>
          <w:tcPr>
            <w:tcW w:w="2547" w:type="dxa"/>
          </w:tcPr>
          <w:p w14:paraId="46080B9C" w14:textId="77777777" w:rsidR="00B04009" w:rsidRDefault="00B04009" w:rsidP="0034026E">
            <w:pPr>
              <w:spacing w:before="0" w:after="0"/>
              <w:rPr>
                <w:sz w:val="24"/>
              </w:rPr>
            </w:pPr>
          </w:p>
        </w:tc>
        <w:tc>
          <w:tcPr>
            <w:tcW w:w="6662" w:type="dxa"/>
          </w:tcPr>
          <w:p w14:paraId="3DB23085" w14:textId="77777777" w:rsidR="00B04009" w:rsidRPr="006A726B" w:rsidRDefault="00B04009" w:rsidP="0034026E">
            <w:pPr>
              <w:spacing w:before="0" w:after="0"/>
              <w:rPr>
                <w:sz w:val="24"/>
              </w:rPr>
            </w:pPr>
          </w:p>
        </w:tc>
      </w:tr>
      <w:tr w:rsidR="00B04009" w14:paraId="5276E33D" w14:textId="77777777" w:rsidTr="00250A22">
        <w:tc>
          <w:tcPr>
            <w:tcW w:w="2547" w:type="dxa"/>
          </w:tcPr>
          <w:p w14:paraId="21F4C8DA" w14:textId="77777777" w:rsidR="00B04009" w:rsidRDefault="00B04009" w:rsidP="0034026E">
            <w:pPr>
              <w:spacing w:before="0" w:after="0"/>
              <w:rPr>
                <w:sz w:val="24"/>
              </w:rPr>
            </w:pPr>
          </w:p>
        </w:tc>
        <w:tc>
          <w:tcPr>
            <w:tcW w:w="6662" w:type="dxa"/>
          </w:tcPr>
          <w:p w14:paraId="46CA1AE7" w14:textId="77777777" w:rsidR="00B04009" w:rsidRPr="006A726B" w:rsidRDefault="00B04009" w:rsidP="0034026E">
            <w:pPr>
              <w:spacing w:before="0" w:after="0"/>
              <w:rPr>
                <w:sz w:val="24"/>
              </w:rPr>
            </w:pPr>
          </w:p>
        </w:tc>
      </w:tr>
      <w:tr w:rsidR="00A61985" w14:paraId="7D161ABF" w14:textId="77777777" w:rsidTr="00250A22">
        <w:tc>
          <w:tcPr>
            <w:tcW w:w="2547" w:type="dxa"/>
          </w:tcPr>
          <w:p w14:paraId="35F87467" w14:textId="77777777" w:rsidR="00A61985" w:rsidRDefault="00A61985" w:rsidP="00A61985">
            <w:pPr>
              <w:spacing w:before="0" w:after="0"/>
              <w:rPr>
                <w:sz w:val="24"/>
              </w:rPr>
            </w:pPr>
          </w:p>
        </w:tc>
        <w:tc>
          <w:tcPr>
            <w:tcW w:w="6662" w:type="dxa"/>
          </w:tcPr>
          <w:p w14:paraId="179653B6" w14:textId="77777777" w:rsidR="00A61985" w:rsidRPr="006A726B" w:rsidRDefault="00A61985" w:rsidP="00A61985">
            <w:pPr>
              <w:spacing w:before="0" w:after="0"/>
              <w:rPr>
                <w:sz w:val="24"/>
              </w:rPr>
            </w:pPr>
          </w:p>
        </w:tc>
      </w:tr>
      <w:tr w:rsidR="00A61985" w14:paraId="0D1A2EC2" w14:textId="77777777" w:rsidTr="00250A22">
        <w:tc>
          <w:tcPr>
            <w:tcW w:w="2547" w:type="dxa"/>
          </w:tcPr>
          <w:p w14:paraId="540D02FA" w14:textId="77777777" w:rsidR="00A61985" w:rsidRDefault="00A61985" w:rsidP="00A61985">
            <w:pPr>
              <w:spacing w:before="0" w:after="0"/>
              <w:rPr>
                <w:sz w:val="24"/>
              </w:rPr>
            </w:pPr>
          </w:p>
        </w:tc>
        <w:tc>
          <w:tcPr>
            <w:tcW w:w="6662" w:type="dxa"/>
          </w:tcPr>
          <w:p w14:paraId="123818C0" w14:textId="77777777" w:rsidR="00A61985" w:rsidRPr="006A726B" w:rsidRDefault="00A61985" w:rsidP="00A61985">
            <w:pPr>
              <w:spacing w:before="0" w:after="0"/>
              <w:rPr>
                <w:sz w:val="24"/>
              </w:rPr>
            </w:pPr>
          </w:p>
        </w:tc>
      </w:tr>
      <w:tr w:rsidR="00A61985" w14:paraId="6C1D2B0A" w14:textId="77777777" w:rsidTr="00250A22">
        <w:tc>
          <w:tcPr>
            <w:tcW w:w="2547" w:type="dxa"/>
          </w:tcPr>
          <w:p w14:paraId="40807403" w14:textId="77777777" w:rsidR="00A61985" w:rsidRDefault="00A61985" w:rsidP="00A61985">
            <w:pPr>
              <w:spacing w:before="0" w:after="0"/>
              <w:rPr>
                <w:sz w:val="24"/>
              </w:rPr>
            </w:pPr>
          </w:p>
        </w:tc>
        <w:tc>
          <w:tcPr>
            <w:tcW w:w="6662" w:type="dxa"/>
          </w:tcPr>
          <w:p w14:paraId="1AEF5F06" w14:textId="77777777" w:rsidR="00A61985" w:rsidRPr="006A726B" w:rsidRDefault="00A61985" w:rsidP="00A61985">
            <w:pPr>
              <w:spacing w:before="0" w:after="0"/>
              <w:rPr>
                <w:sz w:val="24"/>
              </w:rPr>
            </w:pPr>
          </w:p>
        </w:tc>
      </w:tr>
    </w:tbl>
    <w:p w14:paraId="360911E0" w14:textId="77777777" w:rsidR="000570EE" w:rsidRDefault="000570EE" w:rsidP="00754610">
      <w:pPr>
        <w:rPr>
          <w:b/>
          <w:sz w:val="24"/>
        </w:rPr>
      </w:pPr>
    </w:p>
    <w:p w14:paraId="14FF7FF1" w14:textId="77777777" w:rsidR="00754610" w:rsidRPr="00DE4B0B" w:rsidRDefault="00754610" w:rsidP="00754610">
      <w:pPr>
        <w:rPr>
          <w:b/>
          <w:sz w:val="24"/>
        </w:rPr>
      </w:pPr>
      <w:commentRangeStart w:id="15"/>
      <w:r w:rsidRPr="00250A22">
        <w:rPr>
          <w:b/>
          <w:sz w:val="24"/>
        </w:rPr>
        <w:t>Reference material:</w:t>
      </w:r>
    </w:p>
    <w:commentRangeEnd w:id="15"/>
    <w:p w14:paraId="28DBF18E" w14:textId="3A5658B6" w:rsidR="00754610" w:rsidRDefault="00AC04D3" w:rsidP="00754610">
      <w:pPr>
        <w:pStyle w:val="ListParagraph"/>
        <w:numPr>
          <w:ilvl w:val="0"/>
          <w:numId w:val="28"/>
        </w:numPr>
        <w:rPr>
          <w:sz w:val="24"/>
        </w:rPr>
      </w:pPr>
      <w:r>
        <w:rPr>
          <w:rStyle w:val="CommentReference"/>
        </w:rPr>
        <w:lastRenderedPageBreak/>
        <w:commentReference w:id="15"/>
      </w:r>
    </w:p>
    <w:p w14:paraId="1D961AE1" w14:textId="62FA9D7B" w:rsidR="00D037F9" w:rsidRDefault="00D037F9" w:rsidP="00D037F9">
      <w:pPr>
        <w:rPr>
          <w:sz w:val="24"/>
        </w:rPr>
      </w:pPr>
    </w:p>
    <w:sectPr w:rsidR="00D037F9" w:rsidSect="003B11AC">
      <w:headerReference w:type="default" r:id="rId14"/>
      <w:footerReference w:type="default" r:id="rId15"/>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Guidance" w:date="2020-09-15T12:07:00Z" w:initials="G">
    <w:p w14:paraId="1C9C111D" w14:textId="77777777" w:rsidR="00716CAF" w:rsidRDefault="00666CD4">
      <w:pPr>
        <w:pStyle w:val="CommentText"/>
      </w:pPr>
      <w:r>
        <w:rPr>
          <w:rStyle w:val="CommentReference"/>
        </w:rPr>
        <w:annotationRef/>
      </w:r>
      <w:r>
        <w:t xml:space="preserve">Use the guidance comments to help fill in this </w:t>
      </w:r>
      <w:r w:rsidR="002B64CB">
        <w:t>A</w:t>
      </w:r>
      <w:r>
        <w:t xml:space="preserve">lternative </w:t>
      </w:r>
      <w:r w:rsidR="002B64CB">
        <w:t>Proposal Request Fo</w:t>
      </w:r>
      <w:r>
        <w:t xml:space="preserve">rm. </w:t>
      </w:r>
    </w:p>
    <w:p w14:paraId="15EBF8DD" w14:textId="2A0DA601" w:rsidR="00716CAF" w:rsidRDefault="00716CAF">
      <w:pPr>
        <w:pStyle w:val="CommentText"/>
      </w:pPr>
    </w:p>
    <w:p w14:paraId="27A77257" w14:textId="77777777" w:rsidR="00716CAF" w:rsidRDefault="00716CAF">
      <w:pPr>
        <w:pStyle w:val="CommentText"/>
      </w:pPr>
    </w:p>
    <w:p w14:paraId="5F43922B" w14:textId="2A494B5F" w:rsidR="00666CD4" w:rsidRDefault="00666CD4">
      <w:pPr>
        <w:pStyle w:val="CommentText"/>
      </w:pPr>
      <w:r>
        <w:t>Any queries - get in touch with us.</w:t>
      </w:r>
    </w:p>
  </w:comment>
  <w:comment w:id="2" w:author="Guidance" w:date="2020-09-21T12:49:00Z" w:initials="G">
    <w:p w14:paraId="362FCFC8" w14:textId="25A452F2" w:rsidR="002D20B5" w:rsidRDefault="002D20B5">
      <w:pPr>
        <w:pStyle w:val="CommentText"/>
      </w:pPr>
      <w:r>
        <w:rPr>
          <w:rStyle w:val="CommentReference"/>
        </w:rPr>
        <w:annotationRef/>
      </w:r>
      <w:r>
        <w:t>Code Admin Use</w:t>
      </w:r>
      <w:r w:rsidR="0077503C">
        <w:t>.</w:t>
      </w:r>
      <w:r w:rsidR="00E13C37">
        <w:t xml:space="preserve"> </w:t>
      </w:r>
    </w:p>
  </w:comment>
  <w:comment w:id="3" w:author="Guidance" w:date="2020-09-23T09:22:00Z" w:initials="G">
    <w:p w14:paraId="6902A12F" w14:textId="79180439" w:rsidR="00927745" w:rsidRDefault="00927745">
      <w:pPr>
        <w:pStyle w:val="CommentText"/>
      </w:pPr>
      <w:r>
        <w:rPr>
          <w:rStyle w:val="CommentReference"/>
        </w:rPr>
        <w:annotationRef/>
      </w:r>
      <w:r>
        <w:t>Code Admin to remove</w:t>
      </w:r>
      <w:r w:rsidR="00A136CE">
        <w:t xml:space="preserve"> guidance section</w:t>
      </w:r>
    </w:p>
  </w:comment>
  <w:comment w:id="6" w:author="Guidance" w:date="2020-07-24T13:32:00Z" w:initials="01">
    <w:p w14:paraId="6F05AA69" w14:textId="77777777" w:rsidR="000B6ADA" w:rsidRDefault="000B6ADA" w:rsidP="000B6ADA">
      <w:pPr>
        <w:pStyle w:val="CommentText"/>
      </w:pPr>
      <w:r>
        <w:rPr>
          <w:rStyle w:val="CommentReference"/>
        </w:rPr>
        <w:annotationRef/>
      </w:r>
      <w:r>
        <w:t>Please be as clear and concise as possible. The fewer words the better. It should be able to be understood by somebody who isn’t a technical expert.</w:t>
      </w:r>
    </w:p>
    <w:p w14:paraId="3136739E" w14:textId="0F429A36" w:rsidR="000B6ADA" w:rsidRDefault="000B6ADA" w:rsidP="000B6ADA">
      <w:pPr>
        <w:pStyle w:val="CommentText"/>
      </w:pPr>
      <w:r>
        <w:t>Include which part of the code will need updating.</w:t>
      </w:r>
    </w:p>
  </w:comment>
  <w:comment w:id="7" w:author="Guidance" w:date="2020-07-24T13:46:00Z" w:initials="01">
    <w:p w14:paraId="4C8AEEF9" w14:textId="018AA8A7" w:rsidR="006277B0" w:rsidRDefault="006277B0">
      <w:pPr>
        <w:pStyle w:val="CommentText"/>
      </w:pPr>
      <w:r>
        <w:rPr>
          <w:rStyle w:val="CommentReference"/>
        </w:rPr>
        <w:annotationRef/>
      </w:r>
      <w:r>
        <w:t>If your</w:t>
      </w:r>
      <w:r w:rsidR="00F74E34">
        <w:t xml:space="preserve"> proposal is to change Section 14 (the charging section) of CUSC, please </w:t>
      </w:r>
      <w:r w:rsidR="00BD4EE4">
        <w:t>complete your assessment against the</w:t>
      </w:r>
      <w:r w:rsidR="00FC56D3">
        <w:t>se</w:t>
      </w:r>
      <w:r w:rsidR="00BD4EE4">
        <w:t xml:space="preserve"> </w:t>
      </w:r>
      <w:r w:rsidR="00FC56D3">
        <w:t>Charging</w:t>
      </w:r>
      <w:r w:rsidR="00BD4EE4">
        <w:t xml:space="preserve"> Objectives.</w:t>
      </w:r>
    </w:p>
    <w:p w14:paraId="29F9A510" w14:textId="77777777" w:rsidR="00BD4EE4" w:rsidRDefault="00BD4EE4">
      <w:pPr>
        <w:pStyle w:val="CommentText"/>
      </w:pPr>
    </w:p>
    <w:p w14:paraId="1C4F1B28" w14:textId="0FF02EC6" w:rsidR="00BD4EE4" w:rsidRDefault="00BD4EE4">
      <w:pPr>
        <w:pStyle w:val="CommentText"/>
      </w:pPr>
      <w:r>
        <w:t>If your proposal does not affect Section 14, please remove this table.</w:t>
      </w:r>
    </w:p>
  </w:comment>
  <w:comment w:id="8" w:author="Guidance" w:date="2020-09-09T08:44:00Z" w:initials="G">
    <w:p w14:paraId="318B0084" w14:textId="517C4C86" w:rsidR="006E5C07" w:rsidRDefault="006E5C07">
      <w:pPr>
        <w:pStyle w:val="CommentText"/>
      </w:pPr>
      <w:r>
        <w:rPr>
          <w:rStyle w:val="CommentReference"/>
        </w:rPr>
        <w:annotationRef/>
      </w:r>
      <w:r>
        <w:t>Delete as appropriate. This is your assessment against the applicable objectives</w:t>
      </w:r>
    </w:p>
  </w:comment>
  <w:comment w:id="9" w:author="Guidance" w:date="2020-07-24T13:47:00Z" w:initials="01">
    <w:p w14:paraId="18838803" w14:textId="1937A5ED" w:rsidR="00BD4EE4" w:rsidRDefault="00BD4EE4" w:rsidP="00BD4EE4">
      <w:pPr>
        <w:pStyle w:val="CommentText"/>
      </w:pPr>
      <w:r>
        <w:rPr>
          <w:rStyle w:val="CommentReference"/>
        </w:rPr>
        <w:annotationRef/>
      </w:r>
      <w:r>
        <w:t>If your proposal is to change sections other than Section 14 of CUSC, please complete your assessment against the</w:t>
      </w:r>
      <w:r w:rsidR="00FC56D3">
        <w:t>se</w:t>
      </w:r>
      <w:r>
        <w:t xml:space="preserve"> </w:t>
      </w:r>
      <w:r w:rsidR="00FC56D3">
        <w:t xml:space="preserve">Non-Charging </w:t>
      </w:r>
      <w:r>
        <w:t>Objectives.</w:t>
      </w:r>
    </w:p>
    <w:p w14:paraId="09059829" w14:textId="77777777" w:rsidR="00BD4EE4" w:rsidRDefault="00BD4EE4" w:rsidP="00BD4EE4">
      <w:pPr>
        <w:pStyle w:val="CommentText"/>
      </w:pPr>
    </w:p>
    <w:p w14:paraId="39B96CC7" w14:textId="51CB67B4" w:rsidR="00BD4EE4" w:rsidRDefault="00BD4EE4" w:rsidP="00BD4EE4">
      <w:pPr>
        <w:pStyle w:val="CommentText"/>
      </w:pPr>
      <w:r>
        <w:t xml:space="preserve">If your proposal </w:t>
      </w:r>
      <w:r w:rsidR="003E2E08">
        <w:t>only affects</w:t>
      </w:r>
      <w:r>
        <w:t xml:space="preserve"> Section 14, please remove this table.</w:t>
      </w:r>
    </w:p>
  </w:comment>
  <w:comment w:id="10" w:author="Guidance" w:date="2020-07-24T13:43:00Z" w:initials="01">
    <w:p w14:paraId="58D07565" w14:textId="64DA4B83" w:rsidR="00CD017A" w:rsidRDefault="00986892" w:rsidP="00986892">
      <w:pPr>
        <w:pStyle w:val="CommentText"/>
      </w:pPr>
      <w:r>
        <w:rPr>
          <w:rStyle w:val="CommentReference"/>
        </w:rPr>
        <w:annotationRef/>
      </w:r>
      <w:r w:rsidR="00854AF2">
        <w:t xml:space="preserve">N.B For modifications which change Section 14, the implementation date is </w:t>
      </w:r>
      <w:r w:rsidR="00E739C0">
        <w:t>t</w:t>
      </w:r>
      <w:r w:rsidR="00AC04D3">
        <w:t>he first day in</w:t>
      </w:r>
      <w:r w:rsidR="00854AF2">
        <w:t xml:space="preserve"> </w:t>
      </w:r>
      <w:r w:rsidR="00AC04D3">
        <w:t>a Charging Year.</w:t>
      </w:r>
    </w:p>
  </w:comment>
  <w:comment w:id="11" w:author="Guidance" w:date="2020-07-24T13:50:00Z" w:initials="01">
    <w:p w14:paraId="1FAAB578" w14:textId="0751C00C" w:rsidR="00AC04D3" w:rsidRDefault="00AC04D3">
      <w:pPr>
        <w:pStyle w:val="CommentText"/>
      </w:pPr>
      <w:r>
        <w:rPr>
          <w:rStyle w:val="CommentReference"/>
        </w:rPr>
        <w:annotationRef/>
      </w:r>
      <w:r>
        <w:t>Please list any systems or processes that will need to change as a result of this proposal.</w:t>
      </w:r>
    </w:p>
  </w:comment>
  <w:comment w:id="14" w:author="Guidance" w:date="2020-07-24T13:51:00Z" w:initials="01">
    <w:p w14:paraId="66413A4A" w14:textId="1B4A9552" w:rsidR="00AC04D3" w:rsidRDefault="00AC04D3">
      <w:pPr>
        <w:pStyle w:val="CommentText"/>
      </w:pPr>
      <w:r>
        <w:rPr>
          <w:rStyle w:val="CommentReference"/>
        </w:rPr>
        <w:annotationRef/>
      </w:r>
      <w:r>
        <w:t xml:space="preserve">Insert any acronyms </w:t>
      </w:r>
      <w:r w:rsidR="00EC6465">
        <w:t xml:space="preserve">or key terms </w:t>
      </w:r>
      <w:r>
        <w:t>used in this document and their meaning.</w:t>
      </w:r>
    </w:p>
  </w:comment>
  <w:comment w:id="15" w:author="Guidance" w:date="2020-07-24T13:51:00Z" w:initials="01">
    <w:p w14:paraId="4A2BAF43" w14:textId="02C4CE0C" w:rsidR="00AC04D3" w:rsidRDefault="00AC04D3">
      <w:pPr>
        <w:pStyle w:val="CommentText"/>
      </w:pPr>
      <w:r>
        <w:rPr>
          <w:rStyle w:val="CommentReference"/>
        </w:rPr>
        <w:annotationRef/>
      </w:r>
      <w:r>
        <w:t>Insert hyperlinks to any</w:t>
      </w:r>
      <w:r w:rsidR="006F1DF3">
        <w:t xml:space="preserve"> key</w:t>
      </w:r>
      <w:r>
        <w:t xml:space="preserve">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43922B" w15:done="0"/>
  <w15:commentEx w15:paraId="362FCFC8" w15:done="0"/>
  <w15:commentEx w15:paraId="6902A12F" w15:done="0"/>
  <w15:commentEx w15:paraId="3136739E" w15:done="0"/>
  <w15:commentEx w15:paraId="1C4F1B28" w15:done="0"/>
  <w15:commentEx w15:paraId="318B0084" w15:done="0"/>
  <w15:commentEx w15:paraId="39B96CC7" w15:done="0"/>
  <w15:commentEx w15:paraId="58D07565" w15:done="0"/>
  <w15:commentEx w15:paraId="1FAAB578" w15:done="0"/>
  <w15:commentEx w15:paraId="66413A4A" w15:done="0"/>
  <w15:commentEx w15:paraId="4A2BAF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43922B" w16cid:durableId="231581D4"/>
  <w16cid:commentId w16cid:paraId="362FCFC8" w16cid:durableId="231581D5"/>
  <w16cid:commentId w16cid:paraId="6902A12F" w16cid:durableId="23159241"/>
  <w16cid:commentId w16cid:paraId="3136739E" w16cid:durableId="231581DC"/>
  <w16cid:commentId w16cid:paraId="1C4F1B28" w16cid:durableId="231581E0"/>
  <w16cid:commentId w16cid:paraId="318B0084" w16cid:durableId="231581E3"/>
  <w16cid:commentId w16cid:paraId="39B96CC7" w16cid:durableId="231581E4"/>
  <w16cid:commentId w16cid:paraId="58D07565" w16cid:durableId="231581E6"/>
  <w16cid:commentId w16cid:paraId="1FAAB578" w16cid:durableId="231581E7"/>
  <w16cid:commentId w16cid:paraId="66413A4A" w16cid:durableId="231581E8"/>
  <w16cid:commentId w16cid:paraId="4A2BAF43" w16cid:durableId="2315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56AF6" w14:textId="77777777" w:rsidR="00F32FEB" w:rsidRDefault="00F32FEB" w:rsidP="00D06DC4">
      <w:pPr>
        <w:spacing w:before="0" w:after="0" w:line="240" w:lineRule="auto"/>
      </w:pPr>
      <w:r>
        <w:separator/>
      </w:r>
    </w:p>
  </w:endnote>
  <w:endnote w:type="continuationSeparator" w:id="0">
    <w:p w14:paraId="0A94EC38" w14:textId="77777777" w:rsidR="00F32FEB" w:rsidRDefault="00F32FEB" w:rsidP="00D06DC4">
      <w:pPr>
        <w:spacing w:before="0" w:after="0" w:line="240" w:lineRule="auto"/>
      </w:pPr>
      <w:r>
        <w:continuationSeparator/>
      </w:r>
    </w:p>
  </w:endnote>
  <w:endnote w:type="continuationNotice" w:id="1">
    <w:p w14:paraId="69B0A237" w14:textId="77777777" w:rsidR="00F32FEB" w:rsidRDefault="00F32FE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F1E49" w14:textId="66D0C1A4"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2B6E4" w14:textId="77777777" w:rsidR="00F32FEB" w:rsidRDefault="00F32FEB" w:rsidP="00D06DC4">
      <w:pPr>
        <w:spacing w:before="0" w:after="0" w:line="240" w:lineRule="auto"/>
      </w:pPr>
      <w:r>
        <w:separator/>
      </w:r>
    </w:p>
  </w:footnote>
  <w:footnote w:type="continuationSeparator" w:id="0">
    <w:p w14:paraId="29D698EE" w14:textId="77777777" w:rsidR="00F32FEB" w:rsidRDefault="00F32FEB" w:rsidP="00D06DC4">
      <w:pPr>
        <w:spacing w:before="0" w:after="0" w:line="240" w:lineRule="auto"/>
      </w:pPr>
      <w:r>
        <w:continuationSeparator/>
      </w:r>
    </w:p>
  </w:footnote>
  <w:footnote w:type="continuationNotice" w:id="1">
    <w:p w14:paraId="5C062A2C" w14:textId="77777777" w:rsidR="00F32FEB" w:rsidRDefault="00F32FE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8547B" w14:textId="71C39984" w:rsidR="00B8588F" w:rsidRDefault="00B8588F" w:rsidP="000C711B">
    <w:pPr>
      <w:pStyle w:val="Header"/>
      <w:ind w:left="720" w:firstLine="720"/>
      <w:jc w:val="right"/>
    </w:pPr>
    <w:bookmarkStart w:id="16" w:name="_Hlk31876634"/>
    <w:bookmarkStart w:id="17" w:name="_Hlk31876635"/>
    <w:r w:rsidRPr="00184853">
      <w:rPr>
        <w:noProof/>
        <w:lang w:val="en-US" w:eastAsia="en-US"/>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632EE1">
      <w:t xml:space="preserve">[Code Admin use] </w:t>
    </w:r>
    <w:r w:rsidR="00D039FA">
      <w:t>CMP</w:t>
    </w:r>
    <w:r w:rsidR="008C69B9" w:rsidRPr="00295110">
      <w:t>XXX</w:t>
    </w:r>
    <w:r w:rsidR="00F15028">
      <w:t xml:space="preserve"> Alternative X</w:t>
    </w:r>
    <w:r>
      <w:tab/>
    </w:r>
    <w:bookmarkEnd w:id="16"/>
    <w:bookmarkEnd w:id="17"/>
    <w:r w:rsidR="00632EE1">
      <w:t xml:space="preserve">[Code Admin use] </w:t>
    </w:r>
    <w:r w:rsidR="008C69B9">
      <w:t xml:space="preserve">Submitted: </w:t>
    </w:r>
    <w:r w:rsidR="001C6B13">
      <w:t>XX Month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1"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33"/>
  </w:num>
  <w:num w:numId="4">
    <w:abstractNumId w:val="17"/>
  </w:num>
  <w:num w:numId="5">
    <w:abstractNumId w:val="9"/>
  </w:num>
  <w:num w:numId="6">
    <w:abstractNumId w:val="18"/>
  </w:num>
  <w:num w:numId="7">
    <w:abstractNumId w:val="12"/>
  </w:num>
  <w:num w:numId="8">
    <w:abstractNumId w:val="42"/>
  </w:num>
  <w:num w:numId="9">
    <w:abstractNumId w:val="16"/>
  </w:num>
  <w:num w:numId="10">
    <w:abstractNumId w:val="5"/>
  </w:num>
  <w:num w:numId="11">
    <w:abstractNumId w:val="10"/>
  </w:num>
  <w:num w:numId="12">
    <w:abstractNumId w:val="38"/>
  </w:num>
  <w:num w:numId="13">
    <w:abstractNumId w:val="24"/>
  </w:num>
  <w:num w:numId="14">
    <w:abstractNumId w:val="20"/>
  </w:num>
  <w:num w:numId="15">
    <w:abstractNumId w:val="1"/>
  </w:num>
  <w:num w:numId="16">
    <w:abstractNumId w:val="36"/>
  </w:num>
  <w:num w:numId="17">
    <w:abstractNumId w:val="32"/>
  </w:num>
  <w:num w:numId="18">
    <w:abstractNumId w:val="19"/>
  </w:num>
  <w:num w:numId="19">
    <w:abstractNumId w:val="13"/>
  </w:num>
  <w:num w:numId="20">
    <w:abstractNumId w:val="8"/>
  </w:num>
  <w:num w:numId="21">
    <w:abstractNumId w:val="27"/>
  </w:num>
  <w:num w:numId="22">
    <w:abstractNumId w:val="30"/>
  </w:num>
  <w:num w:numId="23">
    <w:abstractNumId w:val="4"/>
  </w:num>
  <w:num w:numId="24">
    <w:abstractNumId w:val="14"/>
  </w:num>
  <w:num w:numId="25">
    <w:abstractNumId w:val="41"/>
  </w:num>
  <w:num w:numId="26">
    <w:abstractNumId w:val="11"/>
  </w:num>
  <w:num w:numId="27">
    <w:abstractNumId w:val="26"/>
  </w:num>
  <w:num w:numId="28">
    <w:abstractNumId w:val="7"/>
  </w:num>
  <w:num w:numId="29">
    <w:abstractNumId w:val="29"/>
  </w:num>
  <w:num w:numId="30">
    <w:abstractNumId w:val="37"/>
  </w:num>
  <w:num w:numId="31">
    <w:abstractNumId w:val="34"/>
  </w:num>
  <w:num w:numId="32">
    <w:abstractNumId w:val="0"/>
  </w:num>
  <w:num w:numId="33">
    <w:abstractNumId w:val="22"/>
  </w:num>
  <w:num w:numId="34">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1"/>
  </w:num>
  <w:num w:numId="38">
    <w:abstractNumId w:val="34"/>
  </w:num>
  <w:num w:numId="39">
    <w:abstractNumId w:val="15"/>
  </w:num>
  <w:num w:numId="40">
    <w:abstractNumId w:val="34"/>
  </w:num>
  <w:num w:numId="41">
    <w:abstractNumId w:val="2"/>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5"/>
  </w:num>
  <w:num w:numId="4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70F"/>
    <w:rsid w:val="000008A4"/>
    <w:rsid w:val="000058F6"/>
    <w:rsid w:val="00007098"/>
    <w:rsid w:val="00007585"/>
    <w:rsid w:val="00010D3D"/>
    <w:rsid w:val="000118E5"/>
    <w:rsid w:val="00014338"/>
    <w:rsid w:val="0001453C"/>
    <w:rsid w:val="00021A5C"/>
    <w:rsid w:val="000247E7"/>
    <w:rsid w:val="00025AFC"/>
    <w:rsid w:val="00027DF5"/>
    <w:rsid w:val="00027F1E"/>
    <w:rsid w:val="0003076F"/>
    <w:rsid w:val="0003112E"/>
    <w:rsid w:val="000327A9"/>
    <w:rsid w:val="00032AB3"/>
    <w:rsid w:val="00035D7B"/>
    <w:rsid w:val="00041BA7"/>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685"/>
    <w:rsid w:val="000740A7"/>
    <w:rsid w:val="000745B7"/>
    <w:rsid w:val="00074D0E"/>
    <w:rsid w:val="00081650"/>
    <w:rsid w:val="0008165C"/>
    <w:rsid w:val="0008489B"/>
    <w:rsid w:val="000862C8"/>
    <w:rsid w:val="00086811"/>
    <w:rsid w:val="00094AC2"/>
    <w:rsid w:val="00095D82"/>
    <w:rsid w:val="0009607F"/>
    <w:rsid w:val="000A10E8"/>
    <w:rsid w:val="000A2D90"/>
    <w:rsid w:val="000A3750"/>
    <w:rsid w:val="000A6E2E"/>
    <w:rsid w:val="000B138B"/>
    <w:rsid w:val="000B1E99"/>
    <w:rsid w:val="000B1F6E"/>
    <w:rsid w:val="000B6AB0"/>
    <w:rsid w:val="000B6ADA"/>
    <w:rsid w:val="000B6FBD"/>
    <w:rsid w:val="000C0F50"/>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1B9C"/>
    <w:rsid w:val="0010339F"/>
    <w:rsid w:val="00105605"/>
    <w:rsid w:val="00105DE3"/>
    <w:rsid w:val="00106E46"/>
    <w:rsid w:val="0010791D"/>
    <w:rsid w:val="00107D66"/>
    <w:rsid w:val="001118CF"/>
    <w:rsid w:val="00111CBD"/>
    <w:rsid w:val="001171E8"/>
    <w:rsid w:val="00120724"/>
    <w:rsid w:val="001236C0"/>
    <w:rsid w:val="0012453D"/>
    <w:rsid w:val="0012463C"/>
    <w:rsid w:val="00126C8E"/>
    <w:rsid w:val="00132609"/>
    <w:rsid w:val="001349AB"/>
    <w:rsid w:val="001349CB"/>
    <w:rsid w:val="00134F5B"/>
    <w:rsid w:val="0013683C"/>
    <w:rsid w:val="00136B3E"/>
    <w:rsid w:val="00141901"/>
    <w:rsid w:val="0014402B"/>
    <w:rsid w:val="0014530C"/>
    <w:rsid w:val="00147694"/>
    <w:rsid w:val="00150256"/>
    <w:rsid w:val="001521C5"/>
    <w:rsid w:val="00152FBB"/>
    <w:rsid w:val="00155A85"/>
    <w:rsid w:val="00157AF1"/>
    <w:rsid w:val="001605E9"/>
    <w:rsid w:val="00161C50"/>
    <w:rsid w:val="00163518"/>
    <w:rsid w:val="001644D6"/>
    <w:rsid w:val="00164976"/>
    <w:rsid w:val="00164E49"/>
    <w:rsid w:val="00167859"/>
    <w:rsid w:val="0017054E"/>
    <w:rsid w:val="0017092A"/>
    <w:rsid w:val="00171B0E"/>
    <w:rsid w:val="00173901"/>
    <w:rsid w:val="00173F0A"/>
    <w:rsid w:val="00174C95"/>
    <w:rsid w:val="00175C02"/>
    <w:rsid w:val="00184853"/>
    <w:rsid w:val="001853F8"/>
    <w:rsid w:val="0019086A"/>
    <w:rsid w:val="00194981"/>
    <w:rsid w:val="001A21EE"/>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6B13"/>
    <w:rsid w:val="001C7125"/>
    <w:rsid w:val="001D1369"/>
    <w:rsid w:val="001D150E"/>
    <w:rsid w:val="001D1FAC"/>
    <w:rsid w:val="001D3A73"/>
    <w:rsid w:val="001D3B61"/>
    <w:rsid w:val="001D435D"/>
    <w:rsid w:val="001D435E"/>
    <w:rsid w:val="001D48A3"/>
    <w:rsid w:val="001D741E"/>
    <w:rsid w:val="001E1149"/>
    <w:rsid w:val="001E477B"/>
    <w:rsid w:val="001E4B96"/>
    <w:rsid w:val="001E53E8"/>
    <w:rsid w:val="001E5706"/>
    <w:rsid w:val="001F10F4"/>
    <w:rsid w:val="001F33F0"/>
    <w:rsid w:val="001F51F0"/>
    <w:rsid w:val="001F62CE"/>
    <w:rsid w:val="0020148A"/>
    <w:rsid w:val="00204E96"/>
    <w:rsid w:val="00207706"/>
    <w:rsid w:val="002131BA"/>
    <w:rsid w:val="00213F7A"/>
    <w:rsid w:val="00214C0B"/>
    <w:rsid w:val="002153B2"/>
    <w:rsid w:val="00217A69"/>
    <w:rsid w:val="00220684"/>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6C1F"/>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2AF3"/>
    <w:rsid w:val="00293837"/>
    <w:rsid w:val="00294971"/>
    <w:rsid w:val="00295110"/>
    <w:rsid w:val="002966CC"/>
    <w:rsid w:val="002971BF"/>
    <w:rsid w:val="002A0454"/>
    <w:rsid w:val="002A07AF"/>
    <w:rsid w:val="002A1AD0"/>
    <w:rsid w:val="002A51AD"/>
    <w:rsid w:val="002B3381"/>
    <w:rsid w:val="002B4673"/>
    <w:rsid w:val="002B5ADD"/>
    <w:rsid w:val="002B6174"/>
    <w:rsid w:val="002B64CB"/>
    <w:rsid w:val="002C14D3"/>
    <w:rsid w:val="002C2626"/>
    <w:rsid w:val="002C53F4"/>
    <w:rsid w:val="002C5585"/>
    <w:rsid w:val="002D20B5"/>
    <w:rsid w:val="002D28D8"/>
    <w:rsid w:val="002D725D"/>
    <w:rsid w:val="002E02F4"/>
    <w:rsid w:val="002E64AD"/>
    <w:rsid w:val="002E79AB"/>
    <w:rsid w:val="002E7DE1"/>
    <w:rsid w:val="002F22D0"/>
    <w:rsid w:val="002F23E3"/>
    <w:rsid w:val="002F2473"/>
    <w:rsid w:val="002F3293"/>
    <w:rsid w:val="002F3D4C"/>
    <w:rsid w:val="002F3D6A"/>
    <w:rsid w:val="003019C4"/>
    <w:rsid w:val="00303CCE"/>
    <w:rsid w:val="00303EF5"/>
    <w:rsid w:val="003055A9"/>
    <w:rsid w:val="00305EE2"/>
    <w:rsid w:val="003104C8"/>
    <w:rsid w:val="00313073"/>
    <w:rsid w:val="00313B1D"/>
    <w:rsid w:val="00314414"/>
    <w:rsid w:val="00317BE9"/>
    <w:rsid w:val="00321AC9"/>
    <w:rsid w:val="00322D36"/>
    <w:rsid w:val="00324130"/>
    <w:rsid w:val="00325CF8"/>
    <w:rsid w:val="0032765F"/>
    <w:rsid w:val="003277D1"/>
    <w:rsid w:val="00331C2F"/>
    <w:rsid w:val="003335DA"/>
    <w:rsid w:val="00333A2B"/>
    <w:rsid w:val="0033533D"/>
    <w:rsid w:val="003376EF"/>
    <w:rsid w:val="003378C3"/>
    <w:rsid w:val="00340176"/>
    <w:rsid w:val="0034026E"/>
    <w:rsid w:val="00341799"/>
    <w:rsid w:val="0034296D"/>
    <w:rsid w:val="00343534"/>
    <w:rsid w:val="003435F0"/>
    <w:rsid w:val="0034387B"/>
    <w:rsid w:val="00343B5F"/>
    <w:rsid w:val="00344A95"/>
    <w:rsid w:val="003450CE"/>
    <w:rsid w:val="003476D6"/>
    <w:rsid w:val="00347C7C"/>
    <w:rsid w:val="003559D2"/>
    <w:rsid w:val="0035711D"/>
    <w:rsid w:val="00360977"/>
    <w:rsid w:val="0036430D"/>
    <w:rsid w:val="00367F32"/>
    <w:rsid w:val="00374DE0"/>
    <w:rsid w:val="00375B98"/>
    <w:rsid w:val="00376580"/>
    <w:rsid w:val="0037724E"/>
    <w:rsid w:val="00377CF0"/>
    <w:rsid w:val="00386F89"/>
    <w:rsid w:val="003875B7"/>
    <w:rsid w:val="00390E5A"/>
    <w:rsid w:val="00392884"/>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5A93"/>
    <w:rsid w:val="003C64B1"/>
    <w:rsid w:val="003C6695"/>
    <w:rsid w:val="003D3722"/>
    <w:rsid w:val="003D510E"/>
    <w:rsid w:val="003D7B16"/>
    <w:rsid w:val="003E0DC9"/>
    <w:rsid w:val="003E1C63"/>
    <w:rsid w:val="003E2E08"/>
    <w:rsid w:val="003E344B"/>
    <w:rsid w:val="003E5F87"/>
    <w:rsid w:val="003E7160"/>
    <w:rsid w:val="003E7C0A"/>
    <w:rsid w:val="003F129C"/>
    <w:rsid w:val="003F2AEE"/>
    <w:rsid w:val="003F6FB7"/>
    <w:rsid w:val="00400916"/>
    <w:rsid w:val="004009B8"/>
    <w:rsid w:val="00401423"/>
    <w:rsid w:val="004030F8"/>
    <w:rsid w:val="004057AA"/>
    <w:rsid w:val="00405F32"/>
    <w:rsid w:val="00405F4B"/>
    <w:rsid w:val="00411EF7"/>
    <w:rsid w:val="00414917"/>
    <w:rsid w:val="00416ACC"/>
    <w:rsid w:val="0042272E"/>
    <w:rsid w:val="00423F67"/>
    <w:rsid w:val="0042450B"/>
    <w:rsid w:val="00424A82"/>
    <w:rsid w:val="00424B27"/>
    <w:rsid w:val="00424E44"/>
    <w:rsid w:val="0042709F"/>
    <w:rsid w:val="004307DC"/>
    <w:rsid w:val="00431412"/>
    <w:rsid w:val="00432F11"/>
    <w:rsid w:val="004341A4"/>
    <w:rsid w:val="004343FD"/>
    <w:rsid w:val="00440402"/>
    <w:rsid w:val="00441626"/>
    <w:rsid w:val="0044253C"/>
    <w:rsid w:val="0044405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898"/>
    <w:rsid w:val="00473DF7"/>
    <w:rsid w:val="00476CE2"/>
    <w:rsid w:val="00477368"/>
    <w:rsid w:val="00481E9F"/>
    <w:rsid w:val="00486612"/>
    <w:rsid w:val="004875AA"/>
    <w:rsid w:val="0048771C"/>
    <w:rsid w:val="004902CA"/>
    <w:rsid w:val="00490C99"/>
    <w:rsid w:val="0049139C"/>
    <w:rsid w:val="004930C4"/>
    <w:rsid w:val="004968CB"/>
    <w:rsid w:val="00496FB3"/>
    <w:rsid w:val="004972D4"/>
    <w:rsid w:val="00497D66"/>
    <w:rsid w:val="004A0A40"/>
    <w:rsid w:val="004A1267"/>
    <w:rsid w:val="004B2F60"/>
    <w:rsid w:val="004B39ED"/>
    <w:rsid w:val="004B4697"/>
    <w:rsid w:val="004B471C"/>
    <w:rsid w:val="004B6882"/>
    <w:rsid w:val="004C08EB"/>
    <w:rsid w:val="004C1CBA"/>
    <w:rsid w:val="004C24CD"/>
    <w:rsid w:val="004C3B99"/>
    <w:rsid w:val="004C445F"/>
    <w:rsid w:val="004C6C32"/>
    <w:rsid w:val="004D1867"/>
    <w:rsid w:val="004D1EA3"/>
    <w:rsid w:val="004D3FD7"/>
    <w:rsid w:val="004D4D9C"/>
    <w:rsid w:val="004E1F61"/>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4EB1"/>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913CB"/>
    <w:rsid w:val="005947E2"/>
    <w:rsid w:val="00597266"/>
    <w:rsid w:val="005A12C5"/>
    <w:rsid w:val="005A24E4"/>
    <w:rsid w:val="005A2BDD"/>
    <w:rsid w:val="005A3938"/>
    <w:rsid w:val="005A734D"/>
    <w:rsid w:val="005B0297"/>
    <w:rsid w:val="005B5D5C"/>
    <w:rsid w:val="005C06B0"/>
    <w:rsid w:val="005C2D1D"/>
    <w:rsid w:val="005C3D47"/>
    <w:rsid w:val="005D2AEF"/>
    <w:rsid w:val="005D4382"/>
    <w:rsid w:val="005D471B"/>
    <w:rsid w:val="005D4914"/>
    <w:rsid w:val="005E039D"/>
    <w:rsid w:val="005E09BC"/>
    <w:rsid w:val="005E3C02"/>
    <w:rsid w:val="005F1298"/>
    <w:rsid w:val="005F2A9F"/>
    <w:rsid w:val="005F3075"/>
    <w:rsid w:val="005F386B"/>
    <w:rsid w:val="005F5C57"/>
    <w:rsid w:val="005F5EAE"/>
    <w:rsid w:val="005F64FA"/>
    <w:rsid w:val="005F667A"/>
    <w:rsid w:val="005F78B9"/>
    <w:rsid w:val="00606E70"/>
    <w:rsid w:val="00607646"/>
    <w:rsid w:val="00611611"/>
    <w:rsid w:val="006128B2"/>
    <w:rsid w:val="006137B8"/>
    <w:rsid w:val="00614E49"/>
    <w:rsid w:val="00615E98"/>
    <w:rsid w:val="00617A28"/>
    <w:rsid w:val="00617BBF"/>
    <w:rsid w:val="00622027"/>
    <w:rsid w:val="006227CA"/>
    <w:rsid w:val="00622DE5"/>
    <w:rsid w:val="00625705"/>
    <w:rsid w:val="00626EE8"/>
    <w:rsid w:val="00627299"/>
    <w:rsid w:val="006277B0"/>
    <w:rsid w:val="00632EE1"/>
    <w:rsid w:val="006333C1"/>
    <w:rsid w:val="0063660B"/>
    <w:rsid w:val="006370B8"/>
    <w:rsid w:val="00637799"/>
    <w:rsid w:val="0064198F"/>
    <w:rsid w:val="00643587"/>
    <w:rsid w:val="006478AC"/>
    <w:rsid w:val="0065046D"/>
    <w:rsid w:val="006520B6"/>
    <w:rsid w:val="00653999"/>
    <w:rsid w:val="00663B2B"/>
    <w:rsid w:val="00666CD4"/>
    <w:rsid w:val="0067076D"/>
    <w:rsid w:val="00671E4D"/>
    <w:rsid w:val="00677E55"/>
    <w:rsid w:val="006822C4"/>
    <w:rsid w:val="00685E30"/>
    <w:rsid w:val="00685EB8"/>
    <w:rsid w:val="0068647B"/>
    <w:rsid w:val="006905A7"/>
    <w:rsid w:val="006908DC"/>
    <w:rsid w:val="00691688"/>
    <w:rsid w:val="00695014"/>
    <w:rsid w:val="00695934"/>
    <w:rsid w:val="00696E5F"/>
    <w:rsid w:val="006A04AE"/>
    <w:rsid w:val="006A086C"/>
    <w:rsid w:val="006A726B"/>
    <w:rsid w:val="006A7F32"/>
    <w:rsid w:val="006B0BA5"/>
    <w:rsid w:val="006B6031"/>
    <w:rsid w:val="006B64DE"/>
    <w:rsid w:val="006B7455"/>
    <w:rsid w:val="006C107E"/>
    <w:rsid w:val="006C1D32"/>
    <w:rsid w:val="006C2E3A"/>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6F2907"/>
    <w:rsid w:val="006F4AA5"/>
    <w:rsid w:val="00700043"/>
    <w:rsid w:val="00701EB8"/>
    <w:rsid w:val="00710C46"/>
    <w:rsid w:val="00712172"/>
    <w:rsid w:val="007138BA"/>
    <w:rsid w:val="00713918"/>
    <w:rsid w:val="00713B5F"/>
    <w:rsid w:val="00713F16"/>
    <w:rsid w:val="00715FEA"/>
    <w:rsid w:val="00716CAF"/>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03C"/>
    <w:rsid w:val="007756AD"/>
    <w:rsid w:val="00775821"/>
    <w:rsid w:val="007760F3"/>
    <w:rsid w:val="007772C6"/>
    <w:rsid w:val="00777A55"/>
    <w:rsid w:val="00777B44"/>
    <w:rsid w:val="007833FE"/>
    <w:rsid w:val="00784CEF"/>
    <w:rsid w:val="00785417"/>
    <w:rsid w:val="00785606"/>
    <w:rsid w:val="00785A16"/>
    <w:rsid w:val="007879E3"/>
    <w:rsid w:val="007977E0"/>
    <w:rsid w:val="007A159A"/>
    <w:rsid w:val="007A33A6"/>
    <w:rsid w:val="007A3AAD"/>
    <w:rsid w:val="007A4186"/>
    <w:rsid w:val="007A5084"/>
    <w:rsid w:val="007A536A"/>
    <w:rsid w:val="007A6096"/>
    <w:rsid w:val="007A675B"/>
    <w:rsid w:val="007B5272"/>
    <w:rsid w:val="007B7ABB"/>
    <w:rsid w:val="007C125A"/>
    <w:rsid w:val="007C197D"/>
    <w:rsid w:val="007C208F"/>
    <w:rsid w:val="007C23F8"/>
    <w:rsid w:val="007C34A2"/>
    <w:rsid w:val="007C7902"/>
    <w:rsid w:val="007D241F"/>
    <w:rsid w:val="007D3779"/>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21C1"/>
    <w:rsid w:val="008348E1"/>
    <w:rsid w:val="008370AF"/>
    <w:rsid w:val="008405D1"/>
    <w:rsid w:val="0084069F"/>
    <w:rsid w:val="00841C8A"/>
    <w:rsid w:val="00842397"/>
    <w:rsid w:val="00843D6B"/>
    <w:rsid w:val="00845B7F"/>
    <w:rsid w:val="00846BCC"/>
    <w:rsid w:val="0085014A"/>
    <w:rsid w:val="00851B70"/>
    <w:rsid w:val="00852E94"/>
    <w:rsid w:val="00854AF2"/>
    <w:rsid w:val="008550EB"/>
    <w:rsid w:val="008568D0"/>
    <w:rsid w:val="0086075C"/>
    <w:rsid w:val="00863580"/>
    <w:rsid w:val="00864C72"/>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0F34"/>
    <w:rsid w:val="008A5463"/>
    <w:rsid w:val="008A71B5"/>
    <w:rsid w:val="008A79F3"/>
    <w:rsid w:val="008A7B92"/>
    <w:rsid w:val="008B0EEC"/>
    <w:rsid w:val="008B138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8F7652"/>
    <w:rsid w:val="0090734D"/>
    <w:rsid w:val="009077E0"/>
    <w:rsid w:val="00907C7F"/>
    <w:rsid w:val="00912A60"/>
    <w:rsid w:val="0091322A"/>
    <w:rsid w:val="0091591F"/>
    <w:rsid w:val="009208CA"/>
    <w:rsid w:val="00926C17"/>
    <w:rsid w:val="00927745"/>
    <w:rsid w:val="00930E16"/>
    <w:rsid w:val="009313C8"/>
    <w:rsid w:val="0093552D"/>
    <w:rsid w:val="00935A79"/>
    <w:rsid w:val="00937D02"/>
    <w:rsid w:val="00941EBE"/>
    <w:rsid w:val="00943569"/>
    <w:rsid w:val="00946299"/>
    <w:rsid w:val="00950BAA"/>
    <w:rsid w:val="00950FC5"/>
    <w:rsid w:val="00951B5C"/>
    <w:rsid w:val="0095596B"/>
    <w:rsid w:val="009572DD"/>
    <w:rsid w:val="009642D3"/>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157A"/>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36CE"/>
    <w:rsid w:val="00A142D0"/>
    <w:rsid w:val="00A15441"/>
    <w:rsid w:val="00A16B4D"/>
    <w:rsid w:val="00A2057F"/>
    <w:rsid w:val="00A2633E"/>
    <w:rsid w:val="00A33AB4"/>
    <w:rsid w:val="00A3611A"/>
    <w:rsid w:val="00A412AA"/>
    <w:rsid w:val="00A423E3"/>
    <w:rsid w:val="00A46421"/>
    <w:rsid w:val="00A515F0"/>
    <w:rsid w:val="00A54D12"/>
    <w:rsid w:val="00A5670B"/>
    <w:rsid w:val="00A6159E"/>
    <w:rsid w:val="00A61985"/>
    <w:rsid w:val="00A632A3"/>
    <w:rsid w:val="00A71218"/>
    <w:rsid w:val="00A722AE"/>
    <w:rsid w:val="00A7443D"/>
    <w:rsid w:val="00A75365"/>
    <w:rsid w:val="00A77C9C"/>
    <w:rsid w:val="00A81FEC"/>
    <w:rsid w:val="00A84E71"/>
    <w:rsid w:val="00A85925"/>
    <w:rsid w:val="00A86BE7"/>
    <w:rsid w:val="00A91A8E"/>
    <w:rsid w:val="00A9296A"/>
    <w:rsid w:val="00A92D73"/>
    <w:rsid w:val="00A93530"/>
    <w:rsid w:val="00A943FF"/>
    <w:rsid w:val="00A94CE4"/>
    <w:rsid w:val="00A96D46"/>
    <w:rsid w:val="00AA0864"/>
    <w:rsid w:val="00AA372B"/>
    <w:rsid w:val="00AA37FF"/>
    <w:rsid w:val="00AA4D22"/>
    <w:rsid w:val="00AB0BE7"/>
    <w:rsid w:val="00AB2FC7"/>
    <w:rsid w:val="00AB3BA3"/>
    <w:rsid w:val="00AB3D20"/>
    <w:rsid w:val="00AB7DB8"/>
    <w:rsid w:val="00AC0146"/>
    <w:rsid w:val="00AC04D3"/>
    <w:rsid w:val="00AC09DF"/>
    <w:rsid w:val="00AC159B"/>
    <w:rsid w:val="00AC180D"/>
    <w:rsid w:val="00AC298B"/>
    <w:rsid w:val="00AC406F"/>
    <w:rsid w:val="00AC5562"/>
    <w:rsid w:val="00AD15BF"/>
    <w:rsid w:val="00AD2140"/>
    <w:rsid w:val="00AD5031"/>
    <w:rsid w:val="00AE117D"/>
    <w:rsid w:val="00AE335E"/>
    <w:rsid w:val="00AE5F98"/>
    <w:rsid w:val="00AF3DFA"/>
    <w:rsid w:val="00AF4357"/>
    <w:rsid w:val="00AF5EE4"/>
    <w:rsid w:val="00AF62D1"/>
    <w:rsid w:val="00B00090"/>
    <w:rsid w:val="00B002F2"/>
    <w:rsid w:val="00B016B2"/>
    <w:rsid w:val="00B02BAC"/>
    <w:rsid w:val="00B04009"/>
    <w:rsid w:val="00B05C4A"/>
    <w:rsid w:val="00B06DD9"/>
    <w:rsid w:val="00B13224"/>
    <w:rsid w:val="00B13E0C"/>
    <w:rsid w:val="00B13FAC"/>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1A27"/>
    <w:rsid w:val="00B52323"/>
    <w:rsid w:val="00B52754"/>
    <w:rsid w:val="00B538AB"/>
    <w:rsid w:val="00B54392"/>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2E51"/>
    <w:rsid w:val="00BC42F7"/>
    <w:rsid w:val="00BC5F63"/>
    <w:rsid w:val="00BC6934"/>
    <w:rsid w:val="00BD020A"/>
    <w:rsid w:val="00BD0AB5"/>
    <w:rsid w:val="00BD4EE4"/>
    <w:rsid w:val="00BD5234"/>
    <w:rsid w:val="00BD5E5E"/>
    <w:rsid w:val="00BE183E"/>
    <w:rsid w:val="00BE4871"/>
    <w:rsid w:val="00BE5334"/>
    <w:rsid w:val="00BF3947"/>
    <w:rsid w:val="00BF4C9B"/>
    <w:rsid w:val="00BF4F04"/>
    <w:rsid w:val="00BF5875"/>
    <w:rsid w:val="00C049E1"/>
    <w:rsid w:val="00C0755A"/>
    <w:rsid w:val="00C0785A"/>
    <w:rsid w:val="00C110EF"/>
    <w:rsid w:val="00C11231"/>
    <w:rsid w:val="00C11C43"/>
    <w:rsid w:val="00C140BA"/>
    <w:rsid w:val="00C179B0"/>
    <w:rsid w:val="00C20321"/>
    <w:rsid w:val="00C21CA3"/>
    <w:rsid w:val="00C23E99"/>
    <w:rsid w:val="00C26A3E"/>
    <w:rsid w:val="00C26C38"/>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567"/>
    <w:rsid w:val="00C8181A"/>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0A90"/>
    <w:rsid w:val="00CD1204"/>
    <w:rsid w:val="00CD297F"/>
    <w:rsid w:val="00CD2D59"/>
    <w:rsid w:val="00CD39BC"/>
    <w:rsid w:val="00CD3EBE"/>
    <w:rsid w:val="00CD6A8D"/>
    <w:rsid w:val="00CD79BF"/>
    <w:rsid w:val="00CE58B0"/>
    <w:rsid w:val="00CE5FF5"/>
    <w:rsid w:val="00CE6F64"/>
    <w:rsid w:val="00CE7473"/>
    <w:rsid w:val="00CF049A"/>
    <w:rsid w:val="00CF249D"/>
    <w:rsid w:val="00CF6005"/>
    <w:rsid w:val="00D00751"/>
    <w:rsid w:val="00D00DEA"/>
    <w:rsid w:val="00D037F9"/>
    <w:rsid w:val="00D039FA"/>
    <w:rsid w:val="00D05B6A"/>
    <w:rsid w:val="00D06DC4"/>
    <w:rsid w:val="00D119F7"/>
    <w:rsid w:val="00D145EA"/>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D51"/>
    <w:rsid w:val="00D55605"/>
    <w:rsid w:val="00D56403"/>
    <w:rsid w:val="00D6038A"/>
    <w:rsid w:val="00D60AF8"/>
    <w:rsid w:val="00D614FB"/>
    <w:rsid w:val="00D63B94"/>
    <w:rsid w:val="00D65377"/>
    <w:rsid w:val="00D66F94"/>
    <w:rsid w:val="00D706F5"/>
    <w:rsid w:val="00D76089"/>
    <w:rsid w:val="00D76E0D"/>
    <w:rsid w:val="00D7794C"/>
    <w:rsid w:val="00D8190E"/>
    <w:rsid w:val="00D83AEE"/>
    <w:rsid w:val="00D853A4"/>
    <w:rsid w:val="00D91573"/>
    <w:rsid w:val="00D923AA"/>
    <w:rsid w:val="00D92A45"/>
    <w:rsid w:val="00D92D3F"/>
    <w:rsid w:val="00D93B1C"/>
    <w:rsid w:val="00D93DB5"/>
    <w:rsid w:val="00D94E8D"/>
    <w:rsid w:val="00D95250"/>
    <w:rsid w:val="00DA0400"/>
    <w:rsid w:val="00DA07BA"/>
    <w:rsid w:val="00DA3894"/>
    <w:rsid w:val="00DA3D41"/>
    <w:rsid w:val="00DA4558"/>
    <w:rsid w:val="00DA6F8F"/>
    <w:rsid w:val="00DA7A32"/>
    <w:rsid w:val="00DB21A5"/>
    <w:rsid w:val="00DB447A"/>
    <w:rsid w:val="00DB4D96"/>
    <w:rsid w:val="00DC15DF"/>
    <w:rsid w:val="00DC20D5"/>
    <w:rsid w:val="00DC2BBD"/>
    <w:rsid w:val="00DC6638"/>
    <w:rsid w:val="00DD1C0B"/>
    <w:rsid w:val="00DD6295"/>
    <w:rsid w:val="00DE0E8D"/>
    <w:rsid w:val="00DE4B0B"/>
    <w:rsid w:val="00DE5BA7"/>
    <w:rsid w:val="00DE6532"/>
    <w:rsid w:val="00DF2887"/>
    <w:rsid w:val="00DF2F42"/>
    <w:rsid w:val="00DF3A58"/>
    <w:rsid w:val="00DF414A"/>
    <w:rsid w:val="00E02E80"/>
    <w:rsid w:val="00E03496"/>
    <w:rsid w:val="00E04473"/>
    <w:rsid w:val="00E04A73"/>
    <w:rsid w:val="00E0553F"/>
    <w:rsid w:val="00E11A30"/>
    <w:rsid w:val="00E13C37"/>
    <w:rsid w:val="00E144E0"/>
    <w:rsid w:val="00E16138"/>
    <w:rsid w:val="00E16797"/>
    <w:rsid w:val="00E16D72"/>
    <w:rsid w:val="00E20F8D"/>
    <w:rsid w:val="00E23223"/>
    <w:rsid w:val="00E23927"/>
    <w:rsid w:val="00E25874"/>
    <w:rsid w:val="00E2799A"/>
    <w:rsid w:val="00E3000F"/>
    <w:rsid w:val="00E31A50"/>
    <w:rsid w:val="00E3329D"/>
    <w:rsid w:val="00E364C6"/>
    <w:rsid w:val="00E4032A"/>
    <w:rsid w:val="00E41CB2"/>
    <w:rsid w:val="00E431A1"/>
    <w:rsid w:val="00E434B4"/>
    <w:rsid w:val="00E4750A"/>
    <w:rsid w:val="00E47862"/>
    <w:rsid w:val="00E521D4"/>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2D99"/>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A7D5B"/>
    <w:rsid w:val="00EB6131"/>
    <w:rsid w:val="00EC1553"/>
    <w:rsid w:val="00EC6465"/>
    <w:rsid w:val="00EC6DD1"/>
    <w:rsid w:val="00ED0188"/>
    <w:rsid w:val="00ED0395"/>
    <w:rsid w:val="00ED1C9E"/>
    <w:rsid w:val="00ED625D"/>
    <w:rsid w:val="00EE0F70"/>
    <w:rsid w:val="00EE1826"/>
    <w:rsid w:val="00EE1A32"/>
    <w:rsid w:val="00EE1FB6"/>
    <w:rsid w:val="00EE2409"/>
    <w:rsid w:val="00EE3E2C"/>
    <w:rsid w:val="00EE54D4"/>
    <w:rsid w:val="00EE7321"/>
    <w:rsid w:val="00EE74ED"/>
    <w:rsid w:val="00EE782B"/>
    <w:rsid w:val="00EE7D60"/>
    <w:rsid w:val="00EE7E76"/>
    <w:rsid w:val="00EE7EF4"/>
    <w:rsid w:val="00EF3CEC"/>
    <w:rsid w:val="00EF5AB4"/>
    <w:rsid w:val="00EF5D4D"/>
    <w:rsid w:val="00F05939"/>
    <w:rsid w:val="00F075F6"/>
    <w:rsid w:val="00F1169B"/>
    <w:rsid w:val="00F13218"/>
    <w:rsid w:val="00F15028"/>
    <w:rsid w:val="00F17B86"/>
    <w:rsid w:val="00F20B1F"/>
    <w:rsid w:val="00F21FCF"/>
    <w:rsid w:val="00F27A74"/>
    <w:rsid w:val="00F3139A"/>
    <w:rsid w:val="00F32DCD"/>
    <w:rsid w:val="00F32FEB"/>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5CF"/>
    <w:rsid w:val="00F92DA9"/>
    <w:rsid w:val="00F93C54"/>
    <w:rsid w:val="00F951A0"/>
    <w:rsid w:val="00FB0E51"/>
    <w:rsid w:val="00FB22E3"/>
    <w:rsid w:val="00FB2E05"/>
    <w:rsid w:val="00FB2FB5"/>
    <w:rsid w:val="00FB6F98"/>
    <w:rsid w:val="00FC0ADE"/>
    <w:rsid w:val="00FC56D3"/>
    <w:rsid w:val="00FD0516"/>
    <w:rsid w:val="00FD1271"/>
    <w:rsid w:val="00FD238D"/>
    <w:rsid w:val="00FD4641"/>
    <w:rsid w:val="00FD606B"/>
    <w:rsid w:val="00FD7C3C"/>
    <w:rsid w:val="00FE4E78"/>
    <w:rsid w:val="00FE66BC"/>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3B251-3E0D-465D-B305-D25A8F36C289}"/>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0B974838-EFFA-4A44-AD42-E632F3A8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83</TotalTime>
  <Pages>5</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creator>Guidance</dc:creator>
  <cp:lastModifiedBy>Musaka(ESO), Sally</cp:lastModifiedBy>
  <cp:revision>52</cp:revision>
  <cp:lastPrinted>2020-02-06T13:28:00Z</cp:lastPrinted>
  <dcterms:created xsi:type="dcterms:W3CDTF">2020-09-23T07:44:00Z</dcterms:created>
  <dcterms:modified xsi:type="dcterms:W3CDTF">2022-02-09T13:14:00Z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ies>
</file>